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B91" w:rsidRPr="00720B91" w:rsidRDefault="00720B91" w:rsidP="00720B91">
      <w:pPr>
        <w:pStyle w:val="Empfnger"/>
        <w:shd w:val="clear" w:color="auto" w:fill="BFBFBF" w:themeFill="background1" w:themeFillShade="BF"/>
        <w:ind w:left="142" w:right="-285" w:firstLine="709"/>
        <w:rPr>
          <w:rFonts w:cs="Arial"/>
          <w:b/>
          <w:sz w:val="8"/>
          <w:szCs w:val="28"/>
        </w:rPr>
      </w:pPr>
      <w:bookmarkStart w:id="0" w:name="_GoBack"/>
      <w:bookmarkEnd w:id="0"/>
    </w:p>
    <w:p w:rsidR="000C6FD2" w:rsidRPr="00720B91" w:rsidRDefault="00BA1D80" w:rsidP="00720B91">
      <w:pPr>
        <w:pStyle w:val="Empfnger"/>
        <w:shd w:val="clear" w:color="auto" w:fill="BFBFBF" w:themeFill="background1" w:themeFillShade="BF"/>
        <w:ind w:left="142" w:right="-285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Contrôle</w:t>
      </w:r>
      <w:r w:rsidR="000C6FD2" w:rsidRPr="00720B91">
        <w:rPr>
          <w:rFonts w:cs="Arial"/>
          <w:b/>
          <w:sz w:val="28"/>
          <w:szCs w:val="28"/>
        </w:rPr>
        <w:t xml:space="preserve"> « enregistrement contrats d’apprentissage agricoles »</w:t>
      </w:r>
    </w:p>
    <w:p w:rsidR="00C0655E" w:rsidRPr="00720B91" w:rsidRDefault="00C0655E" w:rsidP="00720B91">
      <w:pPr>
        <w:pStyle w:val="Empfnger"/>
        <w:shd w:val="clear" w:color="auto" w:fill="BFBFBF" w:themeFill="background1" w:themeFillShade="BF"/>
        <w:ind w:left="142" w:right="-285" w:firstLine="709"/>
        <w:rPr>
          <w:rFonts w:cs="Arial"/>
          <w:b/>
          <w:sz w:val="8"/>
          <w:szCs w:val="28"/>
        </w:rPr>
      </w:pPr>
    </w:p>
    <w:p w:rsidR="00720B91" w:rsidRPr="00C0655E" w:rsidRDefault="00720B91" w:rsidP="00C0655E">
      <w:pPr>
        <w:pStyle w:val="Empfnger"/>
        <w:ind w:left="-709" w:firstLine="1418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0357" w:type="dxa"/>
        <w:tblInd w:w="250" w:type="dxa"/>
        <w:tblLook w:val="04A0" w:firstRow="1" w:lastRow="0" w:firstColumn="1" w:lastColumn="0" w:noHBand="0" w:noVBand="1"/>
      </w:tblPr>
      <w:tblGrid>
        <w:gridCol w:w="5095"/>
        <w:gridCol w:w="5262"/>
      </w:tblGrid>
      <w:tr w:rsidR="00BA5FC3" w:rsidRPr="006D5290" w:rsidTr="00720B91">
        <w:trPr>
          <w:trHeight w:val="176"/>
        </w:trPr>
        <w:tc>
          <w:tcPr>
            <w:tcW w:w="5095" w:type="dxa"/>
          </w:tcPr>
          <w:p w:rsidR="00BA5FC3" w:rsidRPr="006D5290" w:rsidRDefault="0039637B" w:rsidP="00FA1860">
            <w:pPr>
              <w:pStyle w:val="Absender"/>
              <w:spacing w:before="0" w:after="0" w:line="240" w:lineRule="auto"/>
              <w:ind w:left="1276" w:right="-1006" w:hanging="567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5290">
              <w:rPr>
                <w:rFonts w:ascii="Times New Roman" w:hAnsi="Times New Roman"/>
                <w:sz w:val="22"/>
                <w:szCs w:val="22"/>
              </w:rPr>
              <w:t>Nom/prénom apprenti-e</w:t>
            </w:r>
            <w:r w:rsidR="001856B0" w:rsidRPr="006D5290">
              <w:rPr>
                <w:rFonts w:ascii="Times New Roman" w:hAnsi="Times New Roman"/>
                <w:sz w:val="22"/>
                <w:szCs w:val="22"/>
              </w:rPr>
              <w:t xml:space="preserve"> : </w:t>
            </w:r>
          </w:p>
        </w:tc>
        <w:tc>
          <w:tcPr>
            <w:tcW w:w="5262" w:type="dxa"/>
          </w:tcPr>
          <w:p w:rsidR="00BA5FC3" w:rsidRPr="006D5290" w:rsidRDefault="0039637B" w:rsidP="001B4F86">
            <w:pPr>
              <w:pStyle w:val="Absender"/>
              <w:spacing w:before="0" w:after="0" w:line="240" w:lineRule="auto"/>
              <w:ind w:left="1310" w:right="-1006" w:hanging="70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D5290">
              <w:rPr>
                <w:rFonts w:ascii="Times New Roman" w:hAnsi="Times New Roman"/>
                <w:sz w:val="22"/>
                <w:szCs w:val="22"/>
              </w:rPr>
              <w:t>Nom/prénom formateur</w:t>
            </w:r>
            <w:r w:rsidR="001856B0" w:rsidRPr="006D5290">
              <w:rPr>
                <w:rFonts w:ascii="Times New Roman" w:hAnsi="Times New Roman"/>
                <w:sz w:val="22"/>
                <w:szCs w:val="22"/>
              </w:rPr>
              <w:t> :</w:t>
            </w:r>
          </w:p>
        </w:tc>
      </w:tr>
      <w:tr w:rsidR="00BA5FC3" w:rsidRPr="006D5290" w:rsidTr="00720B91">
        <w:trPr>
          <w:trHeight w:val="333"/>
        </w:trPr>
        <w:tc>
          <w:tcPr>
            <w:tcW w:w="5095" w:type="dxa"/>
          </w:tcPr>
          <w:p w:rsidR="00D71E74" w:rsidRPr="006D5290" w:rsidRDefault="00D71E74" w:rsidP="001B4F86">
            <w:pPr>
              <w:pStyle w:val="Absender"/>
              <w:spacing w:before="0" w:after="0" w:line="240" w:lineRule="auto"/>
              <w:ind w:left="1310" w:right="-1006" w:hanging="709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BA5FC3" w:rsidRPr="006D5290" w:rsidRDefault="00BA5FC3" w:rsidP="00FA1860">
            <w:pPr>
              <w:pStyle w:val="Absender"/>
              <w:spacing w:before="0" w:after="0" w:line="240" w:lineRule="auto"/>
              <w:ind w:left="1310" w:right="-1006" w:hanging="601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</w:tc>
        <w:tc>
          <w:tcPr>
            <w:tcW w:w="5262" w:type="dxa"/>
          </w:tcPr>
          <w:p w:rsidR="00D71E74" w:rsidRPr="006D5290" w:rsidRDefault="00D71E74" w:rsidP="001B4F86">
            <w:pPr>
              <w:pStyle w:val="Absender"/>
              <w:spacing w:before="0" w:after="0" w:line="240" w:lineRule="auto"/>
              <w:ind w:left="1310" w:right="-1006" w:hanging="709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</w:p>
          <w:p w:rsidR="00BA5FC3" w:rsidRPr="006D5290" w:rsidRDefault="00BA5FC3" w:rsidP="001B4F86">
            <w:pPr>
              <w:pStyle w:val="Absender"/>
              <w:spacing w:before="0" w:after="0" w:line="240" w:lineRule="auto"/>
              <w:ind w:left="1310" w:right="-1006" w:hanging="709"/>
              <w:jc w:val="lef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  <w:r w:rsidRPr="006D5290">
              <w:rPr>
                <w:rFonts w:ascii="Times New Roman" w:hAnsi="Times New Roman"/>
                <w:sz w:val="22"/>
                <w:szCs w:val="22"/>
                <w:u w:val="single"/>
              </w:rPr>
              <w:tab/>
            </w:r>
          </w:p>
        </w:tc>
      </w:tr>
    </w:tbl>
    <w:p w:rsidR="00B56B0A" w:rsidRPr="006D5290" w:rsidRDefault="00B56B0A" w:rsidP="00BA5FC3">
      <w:pPr>
        <w:rPr>
          <w:rFonts w:ascii="Times New Roman" w:hAnsi="Times New Roman"/>
        </w:rPr>
        <w:sectPr w:rsidR="00B56B0A" w:rsidRPr="006D5290" w:rsidSect="008211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709" w:right="851" w:bottom="1134" w:left="851" w:header="425" w:footer="448" w:gutter="0"/>
          <w:paperSrc w:first="7" w:other="7"/>
          <w:pgNumType w:start="1"/>
          <w:cols w:space="720"/>
          <w:titlePg/>
        </w:sectPr>
      </w:pPr>
    </w:p>
    <w:tbl>
      <w:tblPr>
        <w:tblpPr w:leftFromText="141" w:rightFromText="141" w:vertAnchor="text" w:tblpX="-356" w:tblpY="1"/>
        <w:tblOverlap w:val="never"/>
        <w:tblW w:w="103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1275"/>
        <w:gridCol w:w="1276"/>
        <w:gridCol w:w="2209"/>
      </w:tblGrid>
      <w:tr w:rsidR="006C1817" w:rsidRPr="006D5290" w:rsidTr="00720B91">
        <w:trPr>
          <w:trHeight w:val="454"/>
        </w:trPr>
        <w:tc>
          <w:tcPr>
            <w:tcW w:w="5599" w:type="dxa"/>
            <w:shd w:val="clear" w:color="auto" w:fill="auto"/>
            <w:noWrap/>
            <w:vAlign w:val="bottom"/>
          </w:tcPr>
          <w:p w:rsidR="006C1817" w:rsidRPr="006D5290" w:rsidRDefault="006C1817" w:rsidP="00720B91">
            <w:pPr>
              <w:tabs>
                <w:tab w:val="left" w:pos="1720"/>
              </w:tabs>
              <w:rPr>
                <w:rFonts w:ascii="Times New Roman" w:hAnsi="Times New Roman"/>
                <w:b/>
                <w:bCs/>
                <w:szCs w:val="22"/>
              </w:rPr>
            </w:pPr>
            <w:r w:rsidRPr="006D5290">
              <w:rPr>
                <w:rFonts w:ascii="Times New Roman" w:hAnsi="Times New Roman"/>
                <w:b/>
                <w:bCs/>
                <w:szCs w:val="22"/>
              </w:rPr>
              <w:t xml:space="preserve">Langue école : </w:t>
            </w:r>
            <w:r w:rsidRPr="006D5290">
              <w:rPr>
                <w:rFonts w:ascii="Times New Roman" w:hAnsi="Times New Roman"/>
                <w:b/>
                <w:bCs/>
                <w:szCs w:val="22"/>
              </w:rPr>
              <w:tab/>
            </w:r>
            <w:r w:rsidR="005179EC"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="005179EC" w:rsidRPr="006D5290">
              <w:rPr>
                <w:rFonts w:ascii="Times New Roman" w:hAnsi="Times New Roman"/>
                <w:szCs w:val="22"/>
              </w:rPr>
              <w:fldChar w:fldCharType="end"/>
            </w:r>
            <w:r w:rsidRPr="006D5290">
              <w:rPr>
                <w:rFonts w:ascii="Times New Roman" w:hAnsi="Times New Roman"/>
                <w:szCs w:val="22"/>
              </w:rPr>
              <w:t xml:space="preserve"> F           </w:t>
            </w:r>
            <w:r w:rsidR="005179EC"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="005179EC" w:rsidRPr="006D5290">
              <w:rPr>
                <w:rFonts w:ascii="Times New Roman" w:hAnsi="Times New Roman"/>
                <w:szCs w:val="22"/>
              </w:rPr>
              <w:fldChar w:fldCharType="end"/>
            </w:r>
            <w:r w:rsidRPr="006D5290">
              <w:rPr>
                <w:rFonts w:ascii="Times New Roman" w:hAnsi="Times New Roman"/>
                <w:szCs w:val="22"/>
              </w:rPr>
              <w:t xml:space="preserve"> D</w:t>
            </w:r>
          </w:p>
        </w:tc>
        <w:tc>
          <w:tcPr>
            <w:tcW w:w="4760" w:type="dxa"/>
            <w:gridSpan w:val="3"/>
            <w:shd w:val="clear" w:color="auto" w:fill="auto"/>
            <w:noWrap/>
            <w:vAlign w:val="center"/>
          </w:tcPr>
          <w:p w:rsidR="006C1817" w:rsidRDefault="006C1817" w:rsidP="00720B91">
            <w:pPr>
              <w:jc w:val="center"/>
              <w:rPr>
                <w:rFonts w:ascii="Times New Roman" w:hAnsi="Times New Roman"/>
                <w:b/>
                <w:bCs/>
                <w:szCs w:val="22"/>
              </w:rPr>
            </w:pPr>
          </w:p>
          <w:p w:rsidR="006C1817" w:rsidRPr="006D5290" w:rsidRDefault="006C1817" w:rsidP="00720B91">
            <w:pPr>
              <w:tabs>
                <w:tab w:val="left" w:pos="455"/>
              </w:tabs>
              <w:rPr>
                <w:rFonts w:ascii="Times New Roman" w:hAnsi="Times New Roman"/>
                <w:b/>
                <w:bCs/>
                <w:szCs w:val="22"/>
              </w:rPr>
            </w:pPr>
          </w:p>
        </w:tc>
      </w:tr>
      <w:tr w:rsidR="00720B91" w:rsidRPr="00720B91" w:rsidTr="00720B91">
        <w:trPr>
          <w:cantSplit/>
          <w:trHeight w:val="394"/>
        </w:trPr>
        <w:tc>
          <w:tcPr>
            <w:tcW w:w="5599" w:type="dxa"/>
            <w:tcBorders>
              <w:bottom w:val="single" w:sz="8" w:space="0" w:color="auto"/>
            </w:tcBorders>
            <w:shd w:val="clear" w:color="auto" w:fill="auto"/>
            <w:noWrap/>
          </w:tcPr>
          <w:p w:rsidR="0040081D" w:rsidRPr="00720B91" w:rsidRDefault="0040081D" w:rsidP="00720B91">
            <w:pPr>
              <w:tabs>
                <w:tab w:val="left" w:pos="1701"/>
              </w:tabs>
              <w:spacing w:before="160" w:after="160"/>
              <w:rPr>
                <w:rFonts w:ascii="Times New Roman" w:hAnsi="Times New Roman"/>
                <w:b/>
                <w:i/>
                <w:sz w:val="4"/>
                <w:szCs w:val="4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F594B" w:rsidRPr="00720B91" w:rsidRDefault="007F594B" w:rsidP="00720B91">
            <w:pPr>
              <w:spacing w:before="160" w:after="160"/>
              <w:jc w:val="center"/>
              <w:rPr>
                <w:rFonts w:ascii="Times New Roman" w:hAnsi="Times New Roman"/>
                <w:b/>
                <w:i/>
                <w:sz w:val="4"/>
                <w:szCs w:val="4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F594B" w:rsidRPr="00720B91" w:rsidRDefault="007F594B" w:rsidP="00720B91">
            <w:pPr>
              <w:spacing w:before="160" w:after="160"/>
              <w:jc w:val="center"/>
              <w:rPr>
                <w:rFonts w:ascii="Times New Roman" w:hAnsi="Times New Roman"/>
                <w:b/>
                <w:i/>
                <w:sz w:val="4"/>
                <w:szCs w:val="4"/>
              </w:rPr>
            </w:pPr>
          </w:p>
        </w:tc>
        <w:tc>
          <w:tcPr>
            <w:tcW w:w="220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F594B" w:rsidRPr="00720B91" w:rsidRDefault="007F594B" w:rsidP="00720B91">
            <w:pPr>
              <w:spacing w:before="160" w:after="160"/>
              <w:jc w:val="center"/>
              <w:rPr>
                <w:rFonts w:ascii="Times New Roman" w:hAnsi="Times New Roman"/>
                <w:b/>
                <w:i/>
                <w:sz w:val="4"/>
                <w:szCs w:val="4"/>
              </w:rPr>
            </w:pPr>
          </w:p>
        </w:tc>
      </w:tr>
      <w:tr w:rsidR="00720B91" w:rsidRPr="006D5290" w:rsidTr="00720B91">
        <w:trPr>
          <w:trHeight w:val="792"/>
        </w:trPr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noWrap/>
            <w:vAlign w:val="center"/>
          </w:tcPr>
          <w:p w:rsidR="000D7C71" w:rsidRPr="006D5290" w:rsidRDefault="0039637B" w:rsidP="00720B91">
            <w:pPr>
              <w:spacing w:before="160" w:after="160"/>
              <w:jc w:val="both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>Apprenti-e</w:t>
            </w:r>
            <w:r w:rsidRPr="006D5290">
              <w:rPr>
                <w:rFonts w:ascii="Times New Roman" w:hAnsi="Times New Roman"/>
                <w:b/>
                <w:szCs w:val="22"/>
              </w:rPr>
              <w:br/>
              <w:t>(données saisies ?</w:t>
            </w:r>
            <w:r w:rsidR="000D7C71" w:rsidRPr="006D5290">
              <w:rPr>
                <w:rFonts w:ascii="Times New Roman" w:hAnsi="Times New Roman"/>
                <w:b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noWrap/>
            <w:vAlign w:val="center"/>
          </w:tcPr>
          <w:p w:rsidR="006C7274" w:rsidRPr="006D5290" w:rsidRDefault="0039637B" w:rsidP="00720B91">
            <w:pPr>
              <w:spacing w:before="160" w:after="160"/>
              <w:jc w:val="center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>Oui</w:t>
            </w:r>
            <w:r w:rsidR="00480EEA" w:rsidRPr="006D5290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noWrap/>
            <w:vAlign w:val="center"/>
          </w:tcPr>
          <w:p w:rsidR="006C7274" w:rsidRPr="006D5290" w:rsidRDefault="0039637B" w:rsidP="00720B91">
            <w:pPr>
              <w:spacing w:before="160" w:after="160"/>
              <w:jc w:val="center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>Non</w:t>
            </w:r>
          </w:p>
        </w:tc>
        <w:tc>
          <w:tcPr>
            <w:tcW w:w="220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:rsidR="006C7274" w:rsidRPr="006D5290" w:rsidRDefault="00D71E74" w:rsidP="00720B91">
            <w:pPr>
              <w:spacing w:before="160" w:after="160"/>
              <w:jc w:val="center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>Demandé le</w:t>
            </w:r>
          </w:p>
        </w:tc>
      </w:tr>
      <w:tr w:rsidR="00720B91" w:rsidRPr="006D5290" w:rsidTr="00720B91">
        <w:trPr>
          <w:trHeight w:val="550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7274" w:rsidRPr="006D5290" w:rsidRDefault="000D7C71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Adresse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7274" w:rsidRPr="006D5290" w:rsidRDefault="005179EC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0EEA"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7274" w:rsidRPr="006D5290" w:rsidRDefault="005179EC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3"/>
            <w:r w:rsidR="006C7274"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  <w:bookmarkEnd w:id="1"/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7274" w:rsidRPr="006D5290" w:rsidRDefault="00D71E74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720B91" w:rsidRPr="006D5290" w:rsidTr="00720B91">
        <w:trPr>
          <w:trHeight w:val="487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7274" w:rsidRPr="006D5290" w:rsidRDefault="000D7C71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N</w:t>
            </w:r>
            <w:r w:rsidR="0039637B" w:rsidRPr="006D5290">
              <w:rPr>
                <w:rFonts w:ascii="Times New Roman" w:hAnsi="Times New Roman"/>
                <w:szCs w:val="22"/>
              </w:rPr>
              <w:t>° téléphone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7274" w:rsidRPr="006D5290" w:rsidRDefault="005179EC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80EEA"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6C7274" w:rsidRPr="006D5290" w:rsidRDefault="005179EC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4"/>
            <w:r w:rsidR="006C7274"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  <w:bookmarkEnd w:id="2"/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7274" w:rsidRPr="006D5290" w:rsidRDefault="00D71E74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720B91" w:rsidRPr="006D5290" w:rsidTr="00720B91">
        <w:trPr>
          <w:trHeight w:val="352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D2416" w:rsidRPr="006D5290" w:rsidRDefault="00ED2416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N° AVS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D2416" w:rsidRPr="006D5290" w:rsidRDefault="005179EC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2416"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D2416" w:rsidRPr="006D5290" w:rsidRDefault="005179EC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2416"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D2416" w:rsidRPr="006D5290" w:rsidRDefault="00D71E74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720B91" w:rsidRPr="006D5290" w:rsidTr="00720B91">
        <w:trPr>
          <w:trHeight w:val="574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42FA2" w:rsidRPr="006D5290" w:rsidRDefault="00F42FA2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District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42FA2" w:rsidRPr="006D5290" w:rsidRDefault="00F42FA2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42FA2" w:rsidRPr="006D5290" w:rsidRDefault="00F42FA2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2FA2" w:rsidRPr="006D5290" w:rsidRDefault="00F42FA2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720B91" w:rsidRPr="006D5290" w:rsidTr="00720B91">
        <w:trPr>
          <w:trHeight w:val="574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42FA2" w:rsidRPr="006D5290" w:rsidRDefault="00F42FA2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Canton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42FA2" w:rsidRPr="006D5290" w:rsidRDefault="00F42FA2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42FA2" w:rsidRPr="006D5290" w:rsidRDefault="00F42FA2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2FA2" w:rsidRPr="006D5290" w:rsidRDefault="00F42FA2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720B91" w:rsidRPr="006D5290" w:rsidTr="00720B91">
        <w:trPr>
          <w:trHeight w:val="574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 w:rsidRPr="00E114EB">
              <w:rPr>
                <w:rFonts w:ascii="Times New Roman" w:hAnsi="Times New Roman"/>
                <w:szCs w:val="22"/>
              </w:rPr>
              <w:t>Feuille transmission « document à nous retourner »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720B91" w:rsidRPr="006D5290" w:rsidTr="00720B91">
        <w:trPr>
          <w:trHeight w:val="403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Date de naissance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5"/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  <w:bookmarkEnd w:id="3"/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720B91" w:rsidRPr="006D5290" w:rsidTr="00720B91">
        <w:trPr>
          <w:trHeight w:val="425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Bulletin inscription</w:t>
            </w:r>
            <w:r>
              <w:rPr>
                <w:rFonts w:ascii="Times New Roman" w:hAnsi="Times New Roman"/>
                <w:szCs w:val="22"/>
              </w:rPr>
              <w:t xml:space="preserve"> EPA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720B91" w:rsidRPr="006D5290" w:rsidTr="00720B91">
        <w:trPr>
          <w:trHeight w:val="433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 xml:space="preserve">Répondant </w:t>
            </w:r>
            <w:r w:rsidRPr="006D5290">
              <w:rPr>
                <w:rFonts w:ascii="Times New Roman" w:hAnsi="Times New Roman"/>
                <w:sz w:val="18"/>
                <w:szCs w:val="18"/>
              </w:rPr>
              <w:t>(si mineur)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720B91" w:rsidRPr="006D5290" w:rsidTr="00720B91">
        <w:trPr>
          <w:trHeight w:val="433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Catégorie: EPA/BS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720B91" w:rsidRPr="006D5290" w:rsidTr="00720B91">
        <w:trPr>
          <w:trHeight w:val="433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Default="00484FAF" w:rsidP="00720B91">
            <w:pPr>
              <w:spacing w:before="120" w:after="1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Dossier d'élève </w:t>
            </w:r>
            <w:r w:rsidR="00E114EB">
              <w:rPr>
                <w:rFonts w:ascii="Times New Roman" w:hAnsi="Times New Roman"/>
                <w:szCs w:val="22"/>
              </w:rPr>
              <w:t>/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="00E114EB">
              <w:rPr>
                <w:rFonts w:ascii="Times New Roman" w:hAnsi="Times New Roman"/>
                <w:szCs w:val="22"/>
              </w:rPr>
              <w:t>Lien dans GEMA</w:t>
            </w:r>
            <w:r>
              <w:rPr>
                <w:rFonts w:ascii="Times New Roman" w:hAnsi="Times New Roman"/>
                <w:szCs w:val="22"/>
              </w:rPr>
              <w:t xml:space="preserve"> / Fichier Word AAA.Commentaire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114EB" w:rsidRPr="006D5290" w:rsidRDefault="00E114EB" w:rsidP="00720B91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F30CBF" w:rsidRPr="006D5290" w:rsidTr="00720B91">
        <w:trPr>
          <w:trHeight w:val="433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30CBF" w:rsidRDefault="00F30CBF" w:rsidP="00F30CBF">
            <w:pPr>
              <w:spacing w:before="120" w:after="12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Coches dans l’onglet « EPA »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30CBF" w:rsidRPr="006D5290" w:rsidTr="00720B91">
        <w:trPr>
          <w:trHeight w:val="454"/>
        </w:trPr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noWrap/>
            <w:vAlign w:val="center"/>
          </w:tcPr>
          <w:p w:rsidR="00F30CBF" w:rsidRPr="006D5290" w:rsidRDefault="00F30CBF" w:rsidP="00F30CBF">
            <w:pPr>
              <w:spacing w:before="160" w:after="160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 xml:space="preserve">Maître d’apprentissage </w:t>
            </w:r>
            <w:r w:rsidRPr="006D5290">
              <w:rPr>
                <w:rFonts w:ascii="Times New Roman" w:hAnsi="Times New Roman"/>
                <w:b/>
                <w:szCs w:val="22"/>
              </w:rPr>
              <w:br/>
              <w:t>(données saisies ?)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noWrap/>
            <w:vAlign w:val="center"/>
          </w:tcPr>
          <w:p w:rsidR="00F30CBF" w:rsidRPr="006D5290" w:rsidRDefault="00F30CBF" w:rsidP="00F30CBF">
            <w:pPr>
              <w:spacing w:before="160" w:after="160"/>
              <w:jc w:val="center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 xml:space="preserve">Oui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noWrap/>
            <w:vAlign w:val="center"/>
          </w:tcPr>
          <w:p w:rsidR="00F30CBF" w:rsidRPr="006D5290" w:rsidRDefault="00F30CBF" w:rsidP="00F30CBF">
            <w:pPr>
              <w:spacing w:before="160" w:after="160"/>
              <w:jc w:val="center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>Non</w:t>
            </w:r>
          </w:p>
        </w:tc>
        <w:tc>
          <w:tcPr>
            <w:tcW w:w="220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:rsidR="00F30CBF" w:rsidRPr="006D5290" w:rsidRDefault="00F30CBF" w:rsidP="00F30CBF">
            <w:pPr>
              <w:spacing w:before="160" w:after="160"/>
              <w:jc w:val="center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>Demandé le</w:t>
            </w:r>
          </w:p>
        </w:tc>
      </w:tr>
      <w:tr w:rsidR="00F30CBF" w:rsidRPr="006D5290" w:rsidTr="00720B91">
        <w:trPr>
          <w:trHeight w:val="507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F30CBF" w:rsidRPr="006D5290" w:rsidRDefault="00F30CBF" w:rsidP="00F30CBF">
            <w:pPr>
              <w:spacing w:before="120" w:after="120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N° AVS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F30CBF" w:rsidRPr="006D5290" w:rsidTr="00720B91">
        <w:trPr>
          <w:trHeight w:val="556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F30CBF" w:rsidRPr="006D5290" w:rsidRDefault="00F30CBF" w:rsidP="00F30CBF">
            <w:pPr>
              <w:spacing w:before="120" w:after="120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Libre pour…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  <w:tr w:rsidR="00F30CBF" w:rsidRPr="006D5290" w:rsidTr="00720B91">
        <w:trPr>
          <w:trHeight w:val="680"/>
        </w:trPr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noWrap/>
            <w:vAlign w:val="center"/>
          </w:tcPr>
          <w:p w:rsidR="00F30CBF" w:rsidRPr="006D5290" w:rsidRDefault="00F30CBF" w:rsidP="00F30CBF">
            <w:pPr>
              <w:spacing w:before="160" w:after="160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>Partie interne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noWrap/>
            <w:vAlign w:val="center"/>
          </w:tcPr>
          <w:p w:rsidR="00F30CBF" w:rsidRPr="006D5290" w:rsidRDefault="00F30CBF" w:rsidP="00F30CBF">
            <w:pPr>
              <w:spacing w:before="160" w:after="160"/>
              <w:jc w:val="center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 xml:space="preserve">Oui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noWrap/>
            <w:vAlign w:val="center"/>
          </w:tcPr>
          <w:p w:rsidR="00F30CBF" w:rsidRPr="006D5290" w:rsidRDefault="00F30CBF" w:rsidP="00F30CBF">
            <w:pPr>
              <w:spacing w:before="160" w:after="160"/>
              <w:jc w:val="center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>Non</w:t>
            </w:r>
          </w:p>
        </w:tc>
        <w:tc>
          <w:tcPr>
            <w:tcW w:w="2209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pct10" w:color="auto" w:fill="auto"/>
            <w:noWrap/>
            <w:vAlign w:val="center"/>
          </w:tcPr>
          <w:p w:rsidR="00F30CBF" w:rsidRPr="006D5290" w:rsidRDefault="00F30CBF" w:rsidP="00F30CBF">
            <w:pPr>
              <w:spacing w:before="160" w:after="160"/>
              <w:jc w:val="center"/>
              <w:rPr>
                <w:rFonts w:ascii="Times New Roman" w:hAnsi="Times New Roman"/>
                <w:b/>
                <w:szCs w:val="22"/>
              </w:rPr>
            </w:pPr>
            <w:r w:rsidRPr="006D5290">
              <w:rPr>
                <w:rFonts w:ascii="Times New Roman" w:hAnsi="Times New Roman"/>
                <w:b/>
                <w:szCs w:val="22"/>
              </w:rPr>
              <w:t>Fait le</w:t>
            </w:r>
          </w:p>
        </w:tc>
      </w:tr>
      <w:tr w:rsidR="00F30CBF" w:rsidRPr="006D5290" w:rsidTr="00720B91">
        <w:trPr>
          <w:trHeight w:val="575"/>
        </w:trPr>
        <w:tc>
          <w:tcPr>
            <w:tcW w:w="559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30CBF" w:rsidRPr="006D5290" w:rsidRDefault="00F30CBF" w:rsidP="00F30CBF">
            <w:pPr>
              <w:spacing w:before="120" w:after="120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Scan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5290">
              <w:rPr>
                <w:rFonts w:ascii="Times New Roman" w:hAnsi="Times New Roman"/>
                <w:szCs w:val="22"/>
              </w:rPr>
              <w:instrText xml:space="preserve"> FORMCHECKBOX </w:instrText>
            </w:r>
            <w:r w:rsidR="009D6B90">
              <w:rPr>
                <w:rFonts w:ascii="Times New Roman" w:hAnsi="Times New Roman"/>
                <w:szCs w:val="22"/>
              </w:rPr>
            </w:r>
            <w:r w:rsidR="009D6B90">
              <w:rPr>
                <w:rFonts w:ascii="Times New Roman" w:hAnsi="Times New Roman"/>
                <w:szCs w:val="22"/>
              </w:rPr>
              <w:fldChar w:fldCharType="separate"/>
            </w:r>
            <w:r w:rsidRPr="006D5290">
              <w:rPr>
                <w:rFonts w:ascii="Times New Roman" w:hAnsi="Times New Roman"/>
                <w:szCs w:val="22"/>
              </w:rPr>
              <w:fldChar w:fldCharType="end"/>
            </w:r>
          </w:p>
        </w:tc>
        <w:tc>
          <w:tcPr>
            <w:tcW w:w="22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30CBF" w:rsidRPr="006D5290" w:rsidRDefault="00F30CBF" w:rsidP="00F30CBF">
            <w:pPr>
              <w:spacing w:before="120" w:after="120"/>
              <w:jc w:val="center"/>
              <w:rPr>
                <w:rFonts w:ascii="Times New Roman" w:hAnsi="Times New Roman"/>
                <w:szCs w:val="22"/>
              </w:rPr>
            </w:pPr>
            <w:r w:rsidRPr="006D5290">
              <w:rPr>
                <w:rFonts w:ascii="Times New Roman" w:hAnsi="Times New Roman"/>
                <w:szCs w:val="22"/>
              </w:rPr>
              <w:t>………………</w:t>
            </w:r>
          </w:p>
        </w:tc>
      </w:tr>
    </w:tbl>
    <w:p w:rsidR="00B57D59" w:rsidRPr="006D5290" w:rsidRDefault="00B57D59" w:rsidP="00B57D59">
      <w:pPr>
        <w:tabs>
          <w:tab w:val="left" w:pos="0"/>
          <w:tab w:val="right" w:leader="dot" w:pos="8931"/>
        </w:tabs>
        <w:ind w:right="-1" w:firstLine="426"/>
        <w:rPr>
          <w:rFonts w:ascii="Times New Roman" w:hAnsi="Times New Roman"/>
        </w:rPr>
      </w:pPr>
    </w:p>
    <w:p w:rsidR="00B57D59" w:rsidRPr="006D5290" w:rsidRDefault="003E088A" w:rsidP="00720B91">
      <w:pPr>
        <w:tabs>
          <w:tab w:val="left" w:pos="-426"/>
          <w:tab w:val="right" w:leader="dot" w:pos="9923"/>
        </w:tabs>
        <w:ind w:left="-426" w:right="-1"/>
        <w:rPr>
          <w:rFonts w:ascii="Times New Roman" w:hAnsi="Times New Roman"/>
        </w:rPr>
      </w:pPr>
      <w:r w:rsidRPr="006D5290">
        <w:rPr>
          <w:rFonts w:ascii="Times New Roman" w:hAnsi="Times New Roman"/>
        </w:rPr>
        <w:t>Date et collaborateur qui a saisi le contrat:</w:t>
      </w:r>
      <w:r w:rsidRPr="006D5290">
        <w:rPr>
          <w:rFonts w:ascii="Times New Roman" w:hAnsi="Times New Roman"/>
        </w:rPr>
        <w:tab/>
      </w:r>
    </w:p>
    <w:sectPr w:rsidR="00B57D59" w:rsidRPr="006D5290" w:rsidSect="00945C1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1332" w:right="1134" w:bottom="1134" w:left="1418" w:header="709" w:footer="589" w:gutter="0"/>
      <w:paperSrc w:first="257" w:other="25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FA2" w:rsidRDefault="00F42FA2">
      <w:r>
        <w:separator/>
      </w:r>
    </w:p>
  </w:endnote>
  <w:endnote w:type="continuationSeparator" w:id="0">
    <w:p w:rsidR="00F42FA2" w:rsidRDefault="00F4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etter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C6A" w:rsidRDefault="00D04C6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FA2" w:rsidRPr="00945C1C" w:rsidRDefault="009D6B90" w:rsidP="006D5290">
    <w:pPr>
      <w:pStyle w:val="Pieddepage"/>
      <w:rPr>
        <w:color w:val="FF0000"/>
        <w:szCs w:val="18"/>
      </w:rPr>
    </w:pPr>
    <w:r>
      <w:rPr>
        <w:noProof/>
        <w:color w:val="FF0000"/>
        <w:lang w:val="fr-CH" w:eastAsia="fr-CH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546735</wp:posOffset>
              </wp:positionH>
              <wp:positionV relativeFrom="page">
                <wp:posOffset>10127615</wp:posOffset>
              </wp:positionV>
              <wp:extent cx="6473825" cy="318135"/>
              <wp:effectExtent l="3810" t="254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3825" cy="318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>
                                <a:alpha val="5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528" w:rsidRDefault="00007528" w:rsidP="00007528">
                          <w:pPr>
                            <w:pStyle w:val="Pieddepage"/>
                            <w:tabs>
                              <w:tab w:val="clear" w:pos="4536"/>
                              <w:tab w:val="clear" w:pos="9072"/>
                              <w:tab w:val="left" w:pos="-57"/>
                              <w:tab w:val="left" w:pos="2552"/>
                              <w:tab w:val="left" w:pos="5103"/>
                              <w:tab w:val="right" w:pos="9781"/>
                            </w:tabs>
                            <w:rPr>
                              <w:rFonts w:ascii="Arial" w:hAnsi="Arial" w:cs="Arial"/>
                              <w:noProof/>
                              <w:color w:val="999999"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hAnsi="Arial" w:cs="Arial"/>
                              <w:noProof/>
                              <w:color w:val="999999"/>
                              <w:sz w:val="8"/>
                              <w:szCs w:val="8"/>
                            </w:rPr>
                            <w:fldChar w:fldCharType="begin"/>
                          </w:r>
                          <w:r w:rsidRPr="009150E2">
                            <w:rPr>
                              <w:rFonts w:ascii="Arial" w:hAnsi="Arial" w:cs="Arial"/>
                              <w:noProof/>
                              <w:color w:val="999999"/>
                              <w:sz w:val="8"/>
                              <w:szCs w:val="8"/>
                            </w:rPr>
                            <w:instrText xml:space="preserve"> FILENAME  \p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999999"/>
                              <w:sz w:val="8"/>
                              <w:szCs w:val="8"/>
                            </w:rPr>
                            <w:fldChar w:fldCharType="separate"/>
                          </w:r>
                          <w:r w:rsidR="002F14BE">
                            <w:rPr>
                              <w:rFonts w:ascii="Arial" w:hAnsi="Arial" w:cs="Arial"/>
                              <w:noProof/>
                              <w:color w:val="999999"/>
                              <w:sz w:val="8"/>
                              <w:szCs w:val="8"/>
                            </w:rPr>
                            <w:t>G:\Commission_et_office_d_apprentissage_des_agriculteurs\Documents_officiels_originaux\MP1_Office\FO\FO_contrôle_enregistrement_contrat_apprentissage.docx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999999"/>
                              <w:sz w:val="8"/>
                              <w:szCs w:val="8"/>
                            </w:rPr>
                            <w:fldChar w:fldCharType="end"/>
                          </w:r>
                        </w:p>
                        <w:p w:rsidR="00007528" w:rsidRDefault="00007528" w:rsidP="00007528">
                          <w:pPr>
                            <w:pStyle w:val="Pieddepage"/>
                            <w:pBdr>
                              <w:bottom w:val="single" w:sz="4" w:space="1" w:color="auto"/>
                            </w:pBdr>
                            <w:tabs>
                              <w:tab w:val="clear" w:pos="4536"/>
                              <w:tab w:val="clear" w:pos="9072"/>
                              <w:tab w:val="left" w:pos="57"/>
                              <w:tab w:val="right" w:pos="9923"/>
                              <w:tab w:val="right" w:leader="underscore" w:pos="10319"/>
                            </w:tabs>
                            <w:spacing w:after="40"/>
                            <w:ind w:right="85"/>
                            <w:rPr>
                              <w:rFonts w:ascii="Arial" w:hAnsi="Arial"/>
                              <w:sz w:val="6"/>
                              <w:szCs w:val="6"/>
                            </w:rPr>
                          </w:pPr>
                          <w:r>
                            <w:rPr>
                              <w:sz w:val="6"/>
                              <w:szCs w:val="6"/>
                            </w:rPr>
                            <w:tab/>
                          </w:r>
                          <w:r>
                            <w:rPr>
                              <w:rFonts w:ascii="Arial" w:hAnsi="Arial"/>
                              <w:sz w:val="6"/>
                              <w:szCs w:val="6"/>
                            </w:rPr>
                            <w:tab/>
                          </w:r>
                        </w:p>
                        <w:p w:rsidR="00007528" w:rsidRDefault="00007528" w:rsidP="00007528">
                          <w:pPr>
                            <w:pStyle w:val="Pieddepage"/>
                            <w:tabs>
                              <w:tab w:val="clear" w:pos="4536"/>
                              <w:tab w:val="clear" w:pos="9072"/>
                              <w:tab w:val="left" w:pos="0"/>
                              <w:tab w:val="left" w:pos="2268"/>
                              <w:tab w:val="left" w:pos="3969"/>
                              <w:tab w:val="left" w:pos="6379"/>
                              <w:tab w:val="left" w:pos="8931"/>
                              <w:tab w:val="right" w:pos="10065"/>
                            </w:tabs>
                            <w:ind w:left="-567"/>
                            <w:rPr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ab/>
                            <w:t>Tél. 026 / 305 55 50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ab/>
                            <w:t>iagcftn@fr.ch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ab/>
                            <w:t>www.grangeneuve.ch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ab/>
                            <w:t>Route de Grangeneuve 31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ab/>
                            <w:t>1725 Posieux</w:t>
                          </w:r>
                        </w:p>
                        <w:p w:rsidR="00F42FA2" w:rsidRPr="009A12A4" w:rsidRDefault="00F42FA2" w:rsidP="006D529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3.05pt;margin-top:797.45pt;width:509.75pt;height:25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" filled="f" fillcolor="black" stroked="f" strokecolor="silver" strokeweight=".5pt">
              <v:fill opacity="3341f"/>
              <v:textbox inset="0,0,0,0">
                <w:txbxContent>
                  <w:p w:rsidR="00007528" w:rsidRDefault="00007528" w:rsidP="00007528">
                    <w:pPr>
                      <w:pStyle w:val="Pieddepage"/>
                      <w:tabs>
                        <w:tab w:val="clear" w:pos="4536"/>
                        <w:tab w:val="clear" w:pos="9072"/>
                        <w:tab w:val="left" w:pos="-57"/>
                        <w:tab w:val="left" w:pos="2552"/>
                        <w:tab w:val="left" w:pos="5103"/>
                        <w:tab w:val="right" w:pos="9781"/>
                      </w:tabs>
                      <w:rPr>
                        <w:rFonts w:ascii="Arial" w:hAnsi="Arial" w:cs="Arial"/>
                        <w:noProof/>
                        <w:color w:val="999999"/>
                        <w:sz w:val="8"/>
                        <w:szCs w:val="8"/>
                      </w:rPr>
                    </w:pPr>
                    <w:r>
                      <w:rPr>
                        <w:rFonts w:ascii="Arial" w:hAnsi="Arial" w:cs="Arial"/>
                        <w:noProof/>
                        <w:color w:val="999999"/>
                        <w:sz w:val="8"/>
                        <w:szCs w:val="8"/>
                      </w:rPr>
                      <w:fldChar w:fldCharType="begin"/>
                    </w:r>
                    <w:r w:rsidRPr="009150E2">
                      <w:rPr>
                        <w:rFonts w:ascii="Arial" w:hAnsi="Arial" w:cs="Arial"/>
                        <w:noProof/>
                        <w:color w:val="999999"/>
                        <w:sz w:val="8"/>
                        <w:szCs w:val="8"/>
                      </w:rPr>
                      <w:instrText xml:space="preserve"> FILENAME  \p  \* MERGEFORMAT </w:instrText>
                    </w:r>
                    <w:r>
                      <w:rPr>
                        <w:rFonts w:ascii="Arial" w:hAnsi="Arial" w:cs="Arial"/>
                        <w:noProof/>
                        <w:color w:val="999999"/>
                        <w:sz w:val="8"/>
                        <w:szCs w:val="8"/>
                      </w:rPr>
                      <w:fldChar w:fldCharType="separate"/>
                    </w:r>
                    <w:r w:rsidR="002F14BE">
                      <w:rPr>
                        <w:rFonts w:ascii="Arial" w:hAnsi="Arial" w:cs="Arial"/>
                        <w:noProof/>
                        <w:color w:val="999999"/>
                        <w:sz w:val="8"/>
                        <w:szCs w:val="8"/>
                      </w:rPr>
                      <w:t>G:\Commission_et_office_d_apprentissage_des_agriculteurs\Documents_officiels_originaux\MP1_Office\FO\FO_contrôle_enregistrement_contrat_apprentissage.docx</w:t>
                    </w:r>
                    <w:r>
                      <w:rPr>
                        <w:rFonts w:ascii="Arial" w:hAnsi="Arial" w:cs="Arial"/>
                        <w:noProof/>
                        <w:color w:val="999999"/>
                        <w:sz w:val="8"/>
                        <w:szCs w:val="8"/>
                      </w:rPr>
                      <w:fldChar w:fldCharType="end"/>
                    </w:r>
                  </w:p>
                  <w:p w:rsidR="00007528" w:rsidRDefault="00007528" w:rsidP="00007528">
                    <w:pPr>
                      <w:pStyle w:val="Pieddepage"/>
                      <w:pBdr>
                        <w:bottom w:val="single" w:sz="4" w:space="1" w:color="auto"/>
                      </w:pBdr>
                      <w:tabs>
                        <w:tab w:val="clear" w:pos="4536"/>
                        <w:tab w:val="clear" w:pos="9072"/>
                        <w:tab w:val="left" w:pos="57"/>
                        <w:tab w:val="right" w:pos="9923"/>
                        <w:tab w:val="right" w:leader="underscore" w:pos="10319"/>
                      </w:tabs>
                      <w:spacing w:after="40"/>
                      <w:ind w:right="85"/>
                      <w:rPr>
                        <w:rFonts w:ascii="Arial" w:hAnsi="Arial"/>
                        <w:sz w:val="6"/>
                        <w:szCs w:val="6"/>
                      </w:rPr>
                    </w:pPr>
                    <w:r>
                      <w:rPr>
                        <w:sz w:val="6"/>
                        <w:szCs w:val="6"/>
                      </w:rPr>
                      <w:tab/>
                    </w:r>
                    <w:r>
                      <w:rPr>
                        <w:rFonts w:ascii="Arial" w:hAnsi="Arial"/>
                        <w:sz w:val="6"/>
                        <w:szCs w:val="6"/>
                      </w:rPr>
                      <w:tab/>
                    </w:r>
                  </w:p>
                  <w:p w:rsidR="00007528" w:rsidRDefault="00007528" w:rsidP="00007528">
                    <w:pPr>
                      <w:pStyle w:val="Pieddepage"/>
                      <w:tabs>
                        <w:tab w:val="clear" w:pos="4536"/>
                        <w:tab w:val="clear" w:pos="9072"/>
                        <w:tab w:val="left" w:pos="0"/>
                        <w:tab w:val="left" w:pos="2268"/>
                        <w:tab w:val="left" w:pos="3969"/>
                        <w:tab w:val="left" w:pos="6379"/>
                        <w:tab w:val="left" w:pos="8931"/>
                        <w:tab w:val="right" w:pos="10065"/>
                      </w:tabs>
                      <w:ind w:left="-567"/>
                      <w:rPr>
                        <w:sz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ab/>
                      <w:t>Tél. 026 / 305 55 50</w:t>
                    </w:r>
                    <w:r>
                      <w:rPr>
                        <w:rFonts w:ascii="Arial" w:hAnsi="Arial"/>
                        <w:sz w:val="16"/>
                      </w:rPr>
                      <w:tab/>
                      <w:t>iagcftn@fr.ch</w:t>
                    </w:r>
                    <w:r>
                      <w:rPr>
                        <w:rFonts w:ascii="Arial" w:hAnsi="Arial"/>
                        <w:sz w:val="16"/>
                      </w:rPr>
                      <w:tab/>
                      <w:t>www.grangeneuve.ch</w:t>
                    </w:r>
                    <w:r>
                      <w:rPr>
                        <w:rFonts w:ascii="Arial" w:hAnsi="Arial"/>
                        <w:sz w:val="16"/>
                      </w:rPr>
                      <w:tab/>
                      <w:t>Route de Grangeneuve 31</w:t>
                    </w:r>
                    <w:r>
                      <w:rPr>
                        <w:rFonts w:ascii="Arial" w:hAnsi="Arial"/>
                        <w:sz w:val="16"/>
                      </w:rPr>
                      <w:tab/>
                      <w:t>1725 Posieux</w:t>
                    </w:r>
                  </w:p>
                  <w:p w:rsidR="00F42FA2" w:rsidRPr="009A12A4" w:rsidRDefault="00F42FA2" w:rsidP="006D5290"/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28" w:rsidRDefault="00007528" w:rsidP="00007528">
    <w:pPr>
      <w:pStyle w:val="Pieddepage"/>
      <w:tabs>
        <w:tab w:val="clear" w:pos="4536"/>
        <w:tab w:val="clear" w:pos="9072"/>
        <w:tab w:val="left" w:pos="-57"/>
        <w:tab w:val="left" w:pos="2552"/>
        <w:tab w:val="left" w:pos="5103"/>
        <w:tab w:val="right" w:pos="9781"/>
      </w:tabs>
      <w:rPr>
        <w:rFonts w:ascii="Arial" w:hAnsi="Arial" w:cs="Arial"/>
        <w:noProof/>
        <w:color w:val="999999"/>
        <w:sz w:val="8"/>
        <w:szCs w:val="8"/>
      </w:rPr>
    </w:pPr>
    <w:r>
      <w:rPr>
        <w:rFonts w:ascii="Arial" w:hAnsi="Arial" w:cs="Arial"/>
        <w:noProof/>
        <w:color w:val="999999"/>
        <w:sz w:val="8"/>
        <w:szCs w:val="8"/>
      </w:rPr>
      <w:fldChar w:fldCharType="begin"/>
    </w:r>
    <w:r w:rsidRPr="009150E2">
      <w:rPr>
        <w:rFonts w:ascii="Arial" w:hAnsi="Arial" w:cs="Arial"/>
        <w:noProof/>
        <w:color w:val="999999"/>
        <w:sz w:val="8"/>
        <w:szCs w:val="8"/>
      </w:rPr>
      <w:instrText xml:space="preserve"> FILENAME  \p  \* MERGEFORMAT </w:instrText>
    </w:r>
    <w:r>
      <w:rPr>
        <w:rFonts w:ascii="Arial" w:hAnsi="Arial" w:cs="Arial"/>
        <w:noProof/>
        <w:color w:val="999999"/>
        <w:sz w:val="8"/>
        <w:szCs w:val="8"/>
      </w:rPr>
      <w:fldChar w:fldCharType="separate"/>
    </w:r>
    <w:r w:rsidR="002F14BE">
      <w:rPr>
        <w:rFonts w:ascii="Arial" w:hAnsi="Arial" w:cs="Arial"/>
        <w:noProof/>
        <w:color w:val="999999"/>
        <w:sz w:val="8"/>
        <w:szCs w:val="8"/>
      </w:rPr>
      <w:t>G:\Commission_et_office_d_apprentissage_des_agriculteurs\Documents_officiels_originaux\MP1_Office\FO\FO_contrôle_enregistrement_contrat_apprentissage.docx</w:t>
    </w:r>
    <w:r>
      <w:rPr>
        <w:rFonts w:ascii="Arial" w:hAnsi="Arial" w:cs="Arial"/>
        <w:noProof/>
        <w:color w:val="999999"/>
        <w:sz w:val="8"/>
        <w:szCs w:val="8"/>
      </w:rPr>
      <w:fldChar w:fldCharType="end"/>
    </w:r>
  </w:p>
  <w:p w:rsidR="00007528" w:rsidRDefault="00007528" w:rsidP="00007528">
    <w:pPr>
      <w:pStyle w:val="Pieddepage"/>
      <w:pBdr>
        <w:bottom w:val="single" w:sz="4" w:space="1" w:color="auto"/>
      </w:pBdr>
      <w:tabs>
        <w:tab w:val="clear" w:pos="4536"/>
        <w:tab w:val="clear" w:pos="9072"/>
        <w:tab w:val="left" w:pos="57"/>
        <w:tab w:val="right" w:pos="9923"/>
        <w:tab w:val="right" w:leader="underscore" w:pos="10319"/>
      </w:tabs>
      <w:spacing w:after="40"/>
      <w:ind w:right="85"/>
      <w:rPr>
        <w:rFonts w:ascii="Arial" w:hAnsi="Arial"/>
        <w:sz w:val="6"/>
        <w:szCs w:val="6"/>
      </w:rPr>
    </w:pPr>
    <w:r>
      <w:rPr>
        <w:sz w:val="6"/>
        <w:szCs w:val="6"/>
      </w:rPr>
      <w:tab/>
    </w:r>
    <w:r>
      <w:rPr>
        <w:rFonts w:ascii="Arial" w:hAnsi="Arial"/>
        <w:sz w:val="6"/>
        <w:szCs w:val="6"/>
      </w:rPr>
      <w:tab/>
    </w:r>
  </w:p>
  <w:p w:rsidR="00007528" w:rsidRDefault="00007528" w:rsidP="00007528">
    <w:pPr>
      <w:pStyle w:val="Pieddepage"/>
      <w:tabs>
        <w:tab w:val="clear" w:pos="4536"/>
        <w:tab w:val="clear" w:pos="9072"/>
        <w:tab w:val="left" w:pos="0"/>
        <w:tab w:val="left" w:pos="2268"/>
        <w:tab w:val="left" w:pos="3969"/>
        <w:tab w:val="left" w:pos="6379"/>
        <w:tab w:val="left" w:pos="8931"/>
        <w:tab w:val="right" w:pos="10065"/>
      </w:tabs>
      <w:ind w:left="-567"/>
      <w:rPr>
        <w:sz w:val="16"/>
      </w:rPr>
    </w:pPr>
    <w:r>
      <w:rPr>
        <w:rFonts w:ascii="Arial" w:hAnsi="Arial"/>
        <w:sz w:val="16"/>
      </w:rPr>
      <w:tab/>
      <w:t>Tél. 026 / 305 55 50</w:t>
    </w:r>
    <w:r>
      <w:rPr>
        <w:rFonts w:ascii="Arial" w:hAnsi="Arial"/>
        <w:sz w:val="16"/>
      </w:rPr>
      <w:tab/>
      <w:t>iagcftn@fr.ch</w:t>
    </w:r>
    <w:r>
      <w:rPr>
        <w:rFonts w:ascii="Arial" w:hAnsi="Arial"/>
        <w:sz w:val="16"/>
      </w:rPr>
      <w:tab/>
      <w:t>www.grangeneuve.ch</w:t>
    </w:r>
    <w:r>
      <w:rPr>
        <w:rFonts w:ascii="Arial" w:hAnsi="Arial"/>
        <w:sz w:val="16"/>
      </w:rPr>
      <w:tab/>
      <w:t>Route de Grangeneuve 31</w:t>
    </w:r>
    <w:r>
      <w:rPr>
        <w:rFonts w:ascii="Arial" w:hAnsi="Arial"/>
        <w:sz w:val="16"/>
      </w:rPr>
      <w:tab/>
      <w:t>1725 Posieux</w:t>
    </w:r>
  </w:p>
  <w:p w:rsidR="00F42FA2" w:rsidRPr="00007528" w:rsidRDefault="00F42FA2" w:rsidP="00007528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FA2" w:rsidRDefault="00F42FA2">
    <w:pPr>
      <w:pStyle w:val="Pieddepag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FA2" w:rsidRPr="00480EEA" w:rsidRDefault="00F42FA2" w:rsidP="00887F39">
    <w:pPr>
      <w:pStyle w:val="sauv"/>
      <w:tabs>
        <w:tab w:val="clear" w:pos="-57"/>
        <w:tab w:val="clear" w:pos="10149"/>
        <w:tab w:val="left" w:pos="4253"/>
        <w:tab w:val="center" w:pos="5031"/>
      </w:tabs>
      <w:ind w:left="0" w:right="-568"/>
      <w:rPr>
        <w:rFonts w:ascii="Arial" w:hAnsi="Arial" w:cs="Arial"/>
        <w:color w:val="808080"/>
        <w:sz w:val="14"/>
        <w:szCs w:val="14"/>
      </w:rPr>
    </w:pPr>
    <w:r>
      <w:rPr>
        <w:rFonts w:ascii="Arial" w:hAnsi="Arial" w:cs="Arial"/>
        <w:color w:val="808080"/>
        <w:sz w:val="14"/>
        <w:szCs w:val="14"/>
      </w:rPr>
      <w:t xml:space="preserve">Grangeneuve, le 12 avril 2010   JS/ od </w:t>
    </w:r>
    <w:r>
      <w:rPr>
        <w:rFonts w:ascii="Arial" w:hAnsi="Arial" w:cs="Arial"/>
        <w:color w:val="808080"/>
        <w:sz w:val="14"/>
        <w:szCs w:val="14"/>
      </w:rPr>
      <w:br/>
    </w:r>
    <w:r w:rsidRPr="00480EEA">
      <w:rPr>
        <w:rFonts w:ascii="Arial" w:hAnsi="Arial" w:cs="Arial"/>
        <w:color w:val="808080"/>
        <w:szCs w:val="12"/>
      </w:rPr>
      <w:t>\\iag-file\Common\CFTN\Commission_et_office_d_apprentissage_des_agriculteurs\Contrat\Envoi\Inscription\Check-liste_contrat_apprentissage.doc</w:t>
    </w:r>
  </w:p>
  <w:p w:rsidR="00F42FA2" w:rsidRPr="004013EB" w:rsidRDefault="00F42FA2" w:rsidP="00887F39">
    <w:pPr>
      <w:pStyle w:val="Pieddepage"/>
      <w:pBdr>
        <w:top w:val="single" w:sz="4" w:space="1" w:color="auto"/>
      </w:pBdr>
      <w:tabs>
        <w:tab w:val="clear" w:pos="9072"/>
        <w:tab w:val="right" w:pos="9923"/>
      </w:tabs>
      <w:ind w:left="0" w:right="-568"/>
      <w:jc w:val="center"/>
      <w:rPr>
        <w:rFonts w:ascii="Arial" w:hAnsi="Arial" w:cs="Arial"/>
        <w:noProof/>
        <w:sz w:val="18"/>
        <w:szCs w:val="18"/>
      </w:rPr>
    </w:pPr>
    <w:r w:rsidRPr="004013EB">
      <w:rPr>
        <w:rFonts w:ascii="Arial" w:hAnsi="Arial" w:cs="Arial"/>
        <w:noProof/>
        <w:sz w:val="18"/>
        <w:szCs w:val="18"/>
      </w:rPr>
      <w:t>p.a. Institut agricole de Grangeneuve, CFTN – BZNB, Route de Grangeneuve 31, 1725 Posieux</w:t>
    </w:r>
  </w:p>
  <w:p w:rsidR="00F42FA2" w:rsidRPr="00AD280C" w:rsidRDefault="00F42FA2" w:rsidP="00887F39">
    <w:pPr>
      <w:pStyle w:val="Pieddepage"/>
      <w:ind w:left="0" w:right="-568"/>
      <w:jc w:val="center"/>
      <w:rPr>
        <w:rFonts w:ascii="Arial" w:hAnsi="Arial" w:cs="Arial"/>
        <w:sz w:val="18"/>
        <w:szCs w:val="18"/>
      </w:rPr>
    </w:pPr>
    <w:r w:rsidRPr="004013EB">
      <w:rPr>
        <w:rFonts w:ascii="Arial" w:hAnsi="Arial" w:cs="Arial"/>
        <w:noProof/>
        <w:sz w:val="18"/>
        <w:szCs w:val="18"/>
      </w:rPr>
      <w:t>Tel. 026/305 55 50 – Fax 026/305 55 54 – Email: iagcftn@</w:t>
    </w:r>
    <w:r>
      <w:rPr>
        <w:rFonts w:ascii="Arial" w:hAnsi="Arial" w:cs="Arial"/>
        <w:noProof/>
        <w:sz w:val="18"/>
        <w:szCs w:val="18"/>
      </w:rPr>
      <w:t>fr.</w:t>
    </w:r>
    <w:r w:rsidRPr="004013EB">
      <w:rPr>
        <w:rFonts w:ascii="Arial" w:hAnsi="Arial" w:cs="Arial"/>
        <w:noProof/>
        <w:sz w:val="18"/>
        <w:szCs w:val="18"/>
      </w:rPr>
      <w:t>ch – www.grangeneuve.ch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FA2" w:rsidRPr="006E35D0" w:rsidRDefault="00F42FA2">
    <w:pPr>
      <w:pStyle w:val="Pieddepage"/>
      <w:ind w:left="0"/>
    </w:pPr>
    <w:r>
      <w:rPr>
        <w:noProof/>
      </w:rPr>
      <w:t>G:\2006-2007\Commission cantonale formation professionnelle\Reconnaissance d'exploitation\Corresspondance\Lettre_modèle_reconnaissance.doc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FA2" w:rsidRDefault="00F42FA2">
      <w:r>
        <w:separator/>
      </w:r>
    </w:p>
  </w:footnote>
  <w:footnote w:type="continuationSeparator" w:id="0">
    <w:p w:rsidR="00F42FA2" w:rsidRDefault="00F42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C6A" w:rsidRDefault="00D04C6A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459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402"/>
      <w:gridCol w:w="7088"/>
    </w:tblGrid>
    <w:tr w:rsidR="00F42FA2" w:rsidRPr="00D80CFD" w:rsidTr="00720B91">
      <w:tc>
        <w:tcPr>
          <w:tcW w:w="3402" w:type="dxa"/>
          <w:vAlign w:val="center"/>
        </w:tcPr>
        <w:p w:rsidR="00007528" w:rsidRDefault="00F42FA2" w:rsidP="00F42FA2">
          <w:pPr>
            <w:tabs>
              <w:tab w:val="left" w:pos="12420"/>
            </w:tabs>
            <w:rPr>
              <w:lang w:val="de-CH"/>
            </w:rPr>
          </w:pPr>
          <w:r>
            <w:rPr>
              <w:noProof/>
              <w:lang w:val="fr-CH" w:eastAsia="fr-CH"/>
            </w:rPr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87630</wp:posOffset>
                </wp:positionV>
                <wp:extent cx="1371600" cy="592455"/>
                <wp:effectExtent l="0" t="0" r="0" b="0"/>
                <wp:wrapNone/>
                <wp:docPr id="2" name="Image 2" descr="logo_etat_FR_vers_compacte_avec_ww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logo_etat_FR_vers_compacte_avec_ww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007528" w:rsidRPr="00007528" w:rsidRDefault="00007528" w:rsidP="00007528">
          <w:pPr>
            <w:rPr>
              <w:lang w:val="de-CH"/>
            </w:rPr>
          </w:pPr>
        </w:p>
        <w:p w:rsidR="00007528" w:rsidRPr="00007528" w:rsidRDefault="00007528" w:rsidP="00007528">
          <w:pPr>
            <w:rPr>
              <w:lang w:val="de-CH"/>
            </w:rPr>
          </w:pPr>
        </w:p>
        <w:p w:rsidR="00007528" w:rsidRDefault="00007528" w:rsidP="00007528">
          <w:pPr>
            <w:rPr>
              <w:lang w:val="de-CH"/>
            </w:rPr>
          </w:pPr>
        </w:p>
        <w:p w:rsidR="00F42FA2" w:rsidRPr="00007528" w:rsidRDefault="00F42FA2" w:rsidP="00007528">
          <w:pPr>
            <w:rPr>
              <w:sz w:val="18"/>
              <w:lang w:val="de-CH"/>
            </w:rPr>
          </w:pPr>
        </w:p>
        <w:p w:rsidR="00007528" w:rsidRPr="00007528" w:rsidRDefault="00007528" w:rsidP="00007528">
          <w:pPr>
            <w:rPr>
              <w:lang w:val="de-CH"/>
            </w:rPr>
          </w:pPr>
          <w:r w:rsidRPr="00007528">
            <w:rPr>
              <w:sz w:val="18"/>
              <w:lang w:val="de-CH"/>
            </w:rPr>
            <w:t>FO 1.10-9</w:t>
          </w:r>
        </w:p>
      </w:tc>
      <w:tc>
        <w:tcPr>
          <w:tcW w:w="7088" w:type="dxa"/>
          <w:vAlign w:val="center"/>
        </w:tcPr>
        <w:p w:rsidR="00F42FA2" w:rsidRDefault="00F42FA2" w:rsidP="00F42FA2">
          <w:pPr>
            <w:pStyle w:val="01entteetbasdepage"/>
            <w:jc w:val="right"/>
            <w:rPr>
              <w:b/>
              <w:lang w:val="fr-CH"/>
            </w:rPr>
          </w:pPr>
          <w:r>
            <w:rPr>
              <w:b/>
              <w:lang w:val="fr-CH"/>
            </w:rPr>
            <w:t>Commission et Office d'apprentissage des agriculteurs et agricultrices</w:t>
          </w:r>
        </w:p>
        <w:p w:rsidR="00F42FA2" w:rsidRDefault="00F42FA2" w:rsidP="00F42FA2">
          <w:pPr>
            <w:pStyle w:val="01entteetbasdepage"/>
            <w:spacing w:after="120"/>
            <w:jc w:val="right"/>
            <w:rPr>
              <w:b/>
              <w:lang w:val="de-CH"/>
            </w:rPr>
          </w:pPr>
          <w:r>
            <w:rPr>
              <w:b/>
              <w:lang w:val="de-CH"/>
            </w:rPr>
            <w:t>Lehraufsichtskommission und Berufsbildungs</w:t>
          </w:r>
          <w:r w:rsidRPr="0061053F">
            <w:rPr>
              <w:b/>
              <w:lang w:val="de-CH"/>
            </w:rPr>
            <w:t xml:space="preserve">amt </w:t>
          </w:r>
          <w:r>
            <w:rPr>
              <w:b/>
              <w:lang w:val="de-CH"/>
            </w:rPr>
            <w:t>für Landwirtinnen und Landwirte</w:t>
          </w:r>
        </w:p>
        <w:p w:rsidR="00F42FA2" w:rsidRPr="00DA0CF5" w:rsidRDefault="00F42FA2" w:rsidP="00F42FA2">
          <w:pPr>
            <w:pStyle w:val="01entteetbasdepage"/>
            <w:jc w:val="right"/>
            <w:rPr>
              <w:lang w:val="fr-CH"/>
            </w:rPr>
          </w:pPr>
          <w:r>
            <w:rPr>
              <w:lang w:val="fr-CH"/>
            </w:rPr>
            <w:t xml:space="preserve">p.a. </w:t>
          </w:r>
          <w:r w:rsidR="00973A31">
            <w:rPr>
              <w:lang w:val="fr-CH"/>
            </w:rPr>
            <w:t xml:space="preserve">Grangeneuve, </w:t>
          </w:r>
          <w:r w:rsidRPr="00DA0CF5">
            <w:rPr>
              <w:lang w:val="fr-CH"/>
            </w:rPr>
            <w:t>Institut agricole de l'Etat de Fribourg IAG</w:t>
          </w:r>
        </w:p>
        <w:p w:rsidR="00F42FA2" w:rsidRDefault="00F42FA2" w:rsidP="00F42FA2">
          <w:pPr>
            <w:pStyle w:val="01entteetbasdepage"/>
            <w:jc w:val="right"/>
            <w:rPr>
              <w:lang w:val="de-DE"/>
            </w:rPr>
          </w:pPr>
          <w:r w:rsidRPr="00DA0CF5">
            <w:rPr>
              <w:lang w:val="de-DE"/>
            </w:rPr>
            <w:t xml:space="preserve">Landwirtschaftliches Institut des </w:t>
          </w:r>
          <w:r>
            <w:rPr>
              <w:lang w:val="de-DE"/>
            </w:rPr>
            <w:t>Kanton</w:t>
          </w:r>
          <w:r w:rsidRPr="00DA0CF5">
            <w:rPr>
              <w:lang w:val="de-DE"/>
            </w:rPr>
            <w:t>s Freiburg LIG</w:t>
          </w:r>
        </w:p>
        <w:p w:rsidR="00F42FA2" w:rsidRPr="00007528" w:rsidRDefault="00007528" w:rsidP="00007528">
          <w:pPr>
            <w:pStyle w:val="01entteetbasdepage"/>
            <w:jc w:val="right"/>
            <w:rPr>
              <w:lang w:val="fr-CH"/>
            </w:rPr>
          </w:pPr>
          <w:r w:rsidRPr="005A69FA">
            <w:rPr>
              <w:bdr w:val="single" w:sz="4" w:space="0" w:color="auto"/>
              <w:lang w:val="fr-CH"/>
            </w:rPr>
            <w:t>R: L. Guisolan  CL: RQA  17.11.15</w:t>
          </w:r>
        </w:p>
      </w:tc>
    </w:tr>
  </w:tbl>
  <w:p w:rsidR="00F42FA2" w:rsidRPr="00C0655E" w:rsidRDefault="00F42FA2" w:rsidP="00C0655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10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410"/>
      <w:gridCol w:w="8222"/>
    </w:tblGrid>
    <w:tr w:rsidR="00F42FA2" w:rsidRPr="00D80CFD" w:rsidTr="008211AD">
      <w:tc>
        <w:tcPr>
          <w:tcW w:w="2410" w:type="dxa"/>
          <w:vAlign w:val="center"/>
        </w:tcPr>
        <w:p w:rsidR="00C670AE" w:rsidRDefault="00F42FA2" w:rsidP="00F42FA2">
          <w:pPr>
            <w:tabs>
              <w:tab w:val="left" w:pos="12420"/>
            </w:tabs>
            <w:rPr>
              <w:lang w:val="de-CH"/>
            </w:rPr>
          </w:pPr>
          <w:r>
            <w:rPr>
              <w:noProof/>
              <w:lang w:val="fr-CH" w:eastAsia="fr-CH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-57785</wp:posOffset>
                </wp:positionH>
                <wp:positionV relativeFrom="paragraph">
                  <wp:posOffset>19685</wp:posOffset>
                </wp:positionV>
                <wp:extent cx="1371600" cy="523875"/>
                <wp:effectExtent l="0" t="0" r="0" b="0"/>
                <wp:wrapNone/>
                <wp:docPr id="10" name="Image 2" descr="logo_etat_FR_vers_compacte_avec_ww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logo_etat_FR_vers_compacte_avec_ww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C670AE" w:rsidRPr="00C670AE" w:rsidRDefault="00C670AE" w:rsidP="00C670AE">
          <w:pPr>
            <w:rPr>
              <w:lang w:val="de-CH"/>
            </w:rPr>
          </w:pPr>
        </w:p>
        <w:p w:rsidR="00F42FA2" w:rsidRDefault="00F42FA2" w:rsidP="00C670AE">
          <w:pPr>
            <w:rPr>
              <w:lang w:val="de-CH"/>
            </w:rPr>
          </w:pPr>
        </w:p>
        <w:p w:rsidR="00C670AE" w:rsidRDefault="00C670AE" w:rsidP="00C670AE">
          <w:pPr>
            <w:rPr>
              <w:sz w:val="16"/>
              <w:szCs w:val="16"/>
              <w:lang w:val="de-CH"/>
            </w:rPr>
          </w:pPr>
        </w:p>
        <w:p w:rsidR="00D04C6A" w:rsidRDefault="00D04C6A" w:rsidP="00C670AE">
          <w:pPr>
            <w:rPr>
              <w:sz w:val="16"/>
              <w:szCs w:val="16"/>
              <w:lang w:val="de-CH"/>
            </w:rPr>
          </w:pPr>
        </w:p>
        <w:p w:rsidR="00C670AE" w:rsidRPr="00007528" w:rsidRDefault="00C670AE" w:rsidP="00C670AE">
          <w:pPr>
            <w:rPr>
              <w:sz w:val="18"/>
              <w:szCs w:val="16"/>
              <w:lang w:val="de-CH"/>
            </w:rPr>
          </w:pPr>
          <w:r w:rsidRPr="00007528">
            <w:rPr>
              <w:sz w:val="18"/>
              <w:szCs w:val="16"/>
              <w:lang w:val="de-CH"/>
            </w:rPr>
            <w:t>FO 1.10-</w:t>
          </w:r>
          <w:r w:rsidR="00007528" w:rsidRPr="00007528">
            <w:rPr>
              <w:sz w:val="18"/>
              <w:szCs w:val="16"/>
              <w:lang w:val="de-CH"/>
            </w:rPr>
            <w:t>9</w:t>
          </w:r>
        </w:p>
      </w:tc>
      <w:tc>
        <w:tcPr>
          <w:tcW w:w="8222" w:type="dxa"/>
          <w:vAlign w:val="center"/>
        </w:tcPr>
        <w:p w:rsidR="008211AD" w:rsidRDefault="008211AD" w:rsidP="008211AD">
          <w:pPr>
            <w:pStyle w:val="01entteetbasdepage"/>
            <w:jc w:val="right"/>
            <w:rPr>
              <w:b/>
              <w:lang w:val="fr-CH"/>
            </w:rPr>
          </w:pPr>
          <w:r>
            <w:rPr>
              <w:b/>
              <w:lang w:val="fr-CH"/>
            </w:rPr>
            <w:t>Commission et Office d'apprentissage du champ professionnel de l’agriculture et de ses professions</w:t>
          </w:r>
        </w:p>
        <w:p w:rsidR="008211AD" w:rsidRDefault="008211AD" w:rsidP="008211AD">
          <w:pPr>
            <w:pStyle w:val="01entteetbasdepage"/>
            <w:spacing w:after="120"/>
            <w:jc w:val="right"/>
            <w:rPr>
              <w:b/>
              <w:lang w:val="de-CH"/>
            </w:rPr>
          </w:pPr>
          <w:r>
            <w:rPr>
              <w:b/>
              <w:lang w:val="de-CH"/>
            </w:rPr>
            <w:t>Lehraufsichtskommission und Berufsbildungsamt für das Berufsfeld Landwirtschaft und deren Berufe</w:t>
          </w:r>
        </w:p>
        <w:p w:rsidR="00D04C6A" w:rsidRPr="00D04C6A" w:rsidRDefault="00D04C6A" w:rsidP="008211AD">
          <w:pPr>
            <w:pStyle w:val="01entteetbasdepage"/>
            <w:jc w:val="right"/>
            <w:rPr>
              <w:b/>
              <w:lang w:val="fr-CH"/>
            </w:rPr>
          </w:pPr>
          <w:r w:rsidRPr="00D04C6A">
            <w:rPr>
              <w:b/>
              <w:lang w:val="fr-CH"/>
            </w:rPr>
            <w:t>Grangeneuve</w:t>
          </w:r>
        </w:p>
        <w:p w:rsidR="008211AD" w:rsidRDefault="008211AD" w:rsidP="008211AD">
          <w:pPr>
            <w:pStyle w:val="01entteetbasdepage"/>
            <w:jc w:val="right"/>
            <w:rPr>
              <w:lang w:val="fr-CH"/>
            </w:rPr>
          </w:pPr>
          <w:r>
            <w:rPr>
              <w:lang w:val="fr-CH"/>
            </w:rPr>
            <w:t>Institut agricole de l'Etat de Fribourg IAG</w:t>
          </w:r>
        </w:p>
        <w:p w:rsidR="008211AD" w:rsidRDefault="008211AD" w:rsidP="008211AD">
          <w:pPr>
            <w:pStyle w:val="01entteetbasdepage"/>
            <w:jc w:val="right"/>
            <w:rPr>
              <w:lang w:val="de-DE"/>
            </w:rPr>
          </w:pPr>
          <w:r>
            <w:rPr>
              <w:lang w:val="de-DE"/>
            </w:rPr>
            <w:t>Landwirtschaftliches Institut des Kantons Freiburg LIG</w:t>
          </w:r>
        </w:p>
        <w:p w:rsidR="00F42FA2" w:rsidRPr="00007528" w:rsidRDefault="00C670AE" w:rsidP="00C670AE">
          <w:pPr>
            <w:pStyle w:val="01entteetbasdepage"/>
            <w:jc w:val="right"/>
            <w:rPr>
              <w:lang w:val="fr-CH"/>
            </w:rPr>
          </w:pPr>
          <w:r w:rsidRPr="005A69FA">
            <w:rPr>
              <w:bdr w:val="single" w:sz="4" w:space="0" w:color="auto"/>
              <w:lang w:val="fr-CH"/>
            </w:rPr>
            <w:t>R: L. Guisolan  CL: RQA  17.11.15</w:t>
          </w:r>
        </w:p>
      </w:tc>
    </w:tr>
  </w:tbl>
  <w:p w:rsidR="00F42FA2" w:rsidRPr="00007528" w:rsidRDefault="00F42FA2" w:rsidP="006D5290">
    <w:pPr>
      <w:pStyle w:val="En-tte"/>
      <w:rPr>
        <w:szCs w:val="24"/>
        <w:lang w:val="fr-CH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FA2" w:rsidRDefault="00F42FA2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FA2" w:rsidRPr="00BA5FC3" w:rsidRDefault="00F42FA2">
    <w:pPr>
      <w:pStyle w:val="En-tte"/>
      <w:rPr>
        <w:sz w:val="12"/>
        <w:szCs w:val="12"/>
        <w:lang w:val="de-CH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FA2" w:rsidRPr="004013EB" w:rsidRDefault="00F42FA2" w:rsidP="004013E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907AD"/>
    <w:multiLevelType w:val="hybridMultilevel"/>
    <w:tmpl w:val="3F3A26BE"/>
    <w:lvl w:ilvl="0" w:tplc="6456BFD0">
      <w:start w:val="1"/>
      <w:numFmt w:val="bullet"/>
      <w:pStyle w:val="Listepuces"/>
      <w:lvlText w:val=""/>
      <w:lvlJc w:val="left"/>
      <w:pPr>
        <w:tabs>
          <w:tab w:val="num" w:pos="823"/>
        </w:tabs>
        <w:ind w:left="823" w:hanging="28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562"/>
        </w:tabs>
        <w:ind w:left="5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282"/>
        </w:tabs>
        <w:ind w:left="12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02"/>
        </w:tabs>
        <w:ind w:left="20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722"/>
        </w:tabs>
        <w:ind w:left="27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442"/>
        </w:tabs>
        <w:ind w:left="34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162"/>
        </w:tabs>
        <w:ind w:left="41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882"/>
        </w:tabs>
        <w:ind w:left="48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02"/>
        </w:tabs>
        <w:ind w:left="56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650"/>
    <w:rsid w:val="00005E7F"/>
    <w:rsid w:val="00006B82"/>
    <w:rsid w:val="00007528"/>
    <w:rsid w:val="0002669E"/>
    <w:rsid w:val="000459FB"/>
    <w:rsid w:val="000732D5"/>
    <w:rsid w:val="00084E8E"/>
    <w:rsid w:val="000976E5"/>
    <w:rsid w:val="000B227C"/>
    <w:rsid w:val="000B3DAB"/>
    <w:rsid w:val="000C6FD2"/>
    <w:rsid w:val="000D68C3"/>
    <w:rsid w:val="000D6B48"/>
    <w:rsid w:val="000D7C71"/>
    <w:rsid w:val="000E7701"/>
    <w:rsid w:val="000F2D8D"/>
    <w:rsid w:val="00100342"/>
    <w:rsid w:val="00102932"/>
    <w:rsid w:val="00104669"/>
    <w:rsid w:val="00107024"/>
    <w:rsid w:val="00117AC7"/>
    <w:rsid w:val="001232BE"/>
    <w:rsid w:val="00144228"/>
    <w:rsid w:val="00145CF6"/>
    <w:rsid w:val="001545B4"/>
    <w:rsid w:val="00172E7D"/>
    <w:rsid w:val="00173A37"/>
    <w:rsid w:val="00184189"/>
    <w:rsid w:val="001856B0"/>
    <w:rsid w:val="0019365B"/>
    <w:rsid w:val="00196C90"/>
    <w:rsid w:val="001B2980"/>
    <w:rsid w:val="001B4F86"/>
    <w:rsid w:val="001D6F38"/>
    <w:rsid w:val="001E4A62"/>
    <w:rsid w:val="00201EF3"/>
    <w:rsid w:val="00204E13"/>
    <w:rsid w:val="0020745B"/>
    <w:rsid w:val="00233156"/>
    <w:rsid w:val="00242E9A"/>
    <w:rsid w:val="00243508"/>
    <w:rsid w:val="0025227F"/>
    <w:rsid w:val="002561E6"/>
    <w:rsid w:val="0027380B"/>
    <w:rsid w:val="00276C3A"/>
    <w:rsid w:val="00296BA2"/>
    <w:rsid w:val="002C46F9"/>
    <w:rsid w:val="002C63D9"/>
    <w:rsid w:val="002F14BE"/>
    <w:rsid w:val="0032770F"/>
    <w:rsid w:val="00327746"/>
    <w:rsid w:val="0034096B"/>
    <w:rsid w:val="00342E15"/>
    <w:rsid w:val="00352494"/>
    <w:rsid w:val="00361EF5"/>
    <w:rsid w:val="0037113F"/>
    <w:rsid w:val="00373A66"/>
    <w:rsid w:val="0038351C"/>
    <w:rsid w:val="003940F7"/>
    <w:rsid w:val="00395BBF"/>
    <w:rsid w:val="0039637B"/>
    <w:rsid w:val="003A45BC"/>
    <w:rsid w:val="003B4573"/>
    <w:rsid w:val="003B6945"/>
    <w:rsid w:val="003E088A"/>
    <w:rsid w:val="003E0C35"/>
    <w:rsid w:val="003E7CD7"/>
    <w:rsid w:val="003F4D6E"/>
    <w:rsid w:val="0040081D"/>
    <w:rsid w:val="004013EB"/>
    <w:rsid w:val="00401BD1"/>
    <w:rsid w:val="004071A7"/>
    <w:rsid w:val="004376C0"/>
    <w:rsid w:val="004376F9"/>
    <w:rsid w:val="0045369D"/>
    <w:rsid w:val="0045610C"/>
    <w:rsid w:val="004628B7"/>
    <w:rsid w:val="00480EEA"/>
    <w:rsid w:val="00484FAF"/>
    <w:rsid w:val="004961AD"/>
    <w:rsid w:val="004976AD"/>
    <w:rsid w:val="004A7DAF"/>
    <w:rsid w:val="004B515D"/>
    <w:rsid w:val="004D3E67"/>
    <w:rsid w:val="004D7ECE"/>
    <w:rsid w:val="004F2A1E"/>
    <w:rsid w:val="0050400A"/>
    <w:rsid w:val="005179EC"/>
    <w:rsid w:val="00527636"/>
    <w:rsid w:val="005310B0"/>
    <w:rsid w:val="0053708F"/>
    <w:rsid w:val="00561839"/>
    <w:rsid w:val="00565A55"/>
    <w:rsid w:val="00576CFA"/>
    <w:rsid w:val="00577E22"/>
    <w:rsid w:val="0058001B"/>
    <w:rsid w:val="00592E34"/>
    <w:rsid w:val="00593D92"/>
    <w:rsid w:val="005B0CD2"/>
    <w:rsid w:val="005B4E77"/>
    <w:rsid w:val="005B6DDA"/>
    <w:rsid w:val="005C0A54"/>
    <w:rsid w:val="005C0F66"/>
    <w:rsid w:val="005C12F3"/>
    <w:rsid w:val="005C2534"/>
    <w:rsid w:val="005E7250"/>
    <w:rsid w:val="005F39E1"/>
    <w:rsid w:val="0062243F"/>
    <w:rsid w:val="006237B8"/>
    <w:rsid w:val="006579EF"/>
    <w:rsid w:val="00675FA3"/>
    <w:rsid w:val="006818DC"/>
    <w:rsid w:val="00692F2D"/>
    <w:rsid w:val="00695948"/>
    <w:rsid w:val="006B1238"/>
    <w:rsid w:val="006B7D4E"/>
    <w:rsid w:val="006C1817"/>
    <w:rsid w:val="006C7274"/>
    <w:rsid w:val="006D3D2F"/>
    <w:rsid w:val="006D5290"/>
    <w:rsid w:val="006E35D0"/>
    <w:rsid w:val="006F2294"/>
    <w:rsid w:val="00705EC6"/>
    <w:rsid w:val="007075DD"/>
    <w:rsid w:val="00714024"/>
    <w:rsid w:val="00717747"/>
    <w:rsid w:val="00720381"/>
    <w:rsid w:val="00720B91"/>
    <w:rsid w:val="0072543F"/>
    <w:rsid w:val="00742809"/>
    <w:rsid w:val="007706B9"/>
    <w:rsid w:val="00794C6B"/>
    <w:rsid w:val="007C3FC6"/>
    <w:rsid w:val="007C4C86"/>
    <w:rsid w:val="007D3BED"/>
    <w:rsid w:val="007E4079"/>
    <w:rsid w:val="007F1B01"/>
    <w:rsid w:val="007F594B"/>
    <w:rsid w:val="00807241"/>
    <w:rsid w:val="008176E6"/>
    <w:rsid w:val="00820A3C"/>
    <w:rsid w:val="008211AD"/>
    <w:rsid w:val="0083550D"/>
    <w:rsid w:val="00837D2C"/>
    <w:rsid w:val="00843C32"/>
    <w:rsid w:val="0085486E"/>
    <w:rsid w:val="00860CED"/>
    <w:rsid w:val="00862596"/>
    <w:rsid w:val="00874331"/>
    <w:rsid w:val="00877624"/>
    <w:rsid w:val="00887F39"/>
    <w:rsid w:val="00892901"/>
    <w:rsid w:val="008A0F39"/>
    <w:rsid w:val="008A0F64"/>
    <w:rsid w:val="008C4835"/>
    <w:rsid w:val="008C69BC"/>
    <w:rsid w:val="008D3781"/>
    <w:rsid w:val="008D58C7"/>
    <w:rsid w:val="008D7DE4"/>
    <w:rsid w:val="009009A3"/>
    <w:rsid w:val="00923A03"/>
    <w:rsid w:val="00945C1C"/>
    <w:rsid w:val="00946F51"/>
    <w:rsid w:val="00951C91"/>
    <w:rsid w:val="00965F8C"/>
    <w:rsid w:val="0097189E"/>
    <w:rsid w:val="00973A31"/>
    <w:rsid w:val="009906BF"/>
    <w:rsid w:val="00994755"/>
    <w:rsid w:val="009C2FC3"/>
    <w:rsid w:val="009D3D57"/>
    <w:rsid w:val="009D6B90"/>
    <w:rsid w:val="009E7B12"/>
    <w:rsid w:val="009F4909"/>
    <w:rsid w:val="00A05255"/>
    <w:rsid w:val="00A06E1C"/>
    <w:rsid w:val="00A17650"/>
    <w:rsid w:val="00A344E2"/>
    <w:rsid w:val="00A35989"/>
    <w:rsid w:val="00A50414"/>
    <w:rsid w:val="00A60DFB"/>
    <w:rsid w:val="00A7274D"/>
    <w:rsid w:val="00A855EC"/>
    <w:rsid w:val="00A86A69"/>
    <w:rsid w:val="00A9412F"/>
    <w:rsid w:val="00AA662A"/>
    <w:rsid w:val="00AB20E3"/>
    <w:rsid w:val="00AE3326"/>
    <w:rsid w:val="00AE3FA4"/>
    <w:rsid w:val="00AE6D38"/>
    <w:rsid w:val="00AF75C5"/>
    <w:rsid w:val="00B05B23"/>
    <w:rsid w:val="00B36FA2"/>
    <w:rsid w:val="00B43722"/>
    <w:rsid w:val="00B46B27"/>
    <w:rsid w:val="00B56B0A"/>
    <w:rsid w:val="00B57D59"/>
    <w:rsid w:val="00B63B66"/>
    <w:rsid w:val="00B7695A"/>
    <w:rsid w:val="00B84C5B"/>
    <w:rsid w:val="00B94F24"/>
    <w:rsid w:val="00BA0D5C"/>
    <w:rsid w:val="00BA1D80"/>
    <w:rsid w:val="00BA5FC3"/>
    <w:rsid w:val="00BA7D64"/>
    <w:rsid w:val="00BB2314"/>
    <w:rsid w:val="00BB60B9"/>
    <w:rsid w:val="00BE2E7D"/>
    <w:rsid w:val="00BE31B0"/>
    <w:rsid w:val="00BF2213"/>
    <w:rsid w:val="00BF5E5D"/>
    <w:rsid w:val="00BF6A4B"/>
    <w:rsid w:val="00C01ADB"/>
    <w:rsid w:val="00C02147"/>
    <w:rsid w:val="00C032F9"/>
    <w:rsid w:val="00C037DE"/>
    <w:rsid w:val="00C0655E"/>
    <w:rsid w:val="00C12E65"/>
    <w:rsid w:val="00C43E49"/>
    <w:rsid w:val="00C466B0"/>
    <w:rsid w:val="00C46724"/>
    <w:rsid w:val="00C46FE5"/>
    <w:rsid w:val="00C54DC7"/>
    <w:rsid w:val="00C65F4E"/>
    <w:rsid w:val="00C670AE"/>
    <w:rsid w:val="00C67E6D"/>
    <w:rsid w:val="00C74783"/>
    <w:rsid w:val="00C80B3A"/>
    <w:rsid w:val="00CA25AE"/>
    <w:rsid w:val="00CA51E6"/>
    <w:rsid w:val="00CD41F0"/>
    <w:rsid w:val="00CD5C41"/>
    <w:rsid w:val="00CD7313"/>
    <w:rsid w:val="00CF6167"/>
    <w:rsid w:val="00D04C6A"/>
    <w:rsid w:val="00D05734"/>
    <w:rsid w:val="00D1491E"/>
    <w:rsid w:val="00D2429B"/>
    <w:rsid w:val="00D258C7"/>
    <w:rsid w:val="00D301CE"/>
    <w:rsid w:val="00D55122"/>
    <w:rsid w:val="00D6568C"/>
    <w:rsid w:val="00D7070D"/>
    <w:rsid w:val="00D709FD"/>
    <w:rsid w:val="00D71E74"/>
    <w:rsid w:val="00D73572"/>
    <w:rsid w:val="00DB09E2"/>
    <w:rsid w:val="00DC030B"/>
    <w:rsid w:val="00DD55E1"/>
    <w:rsid w:val="00DF413A"/>
    <w:rsid w:val="00E05BE5"/>
    <w:rsid w:val="00E114EB"/>
    <w:rsid w:val="00E11FAF"/>
    <w:rsid w:val="00E203A0"/>
    <w:rsid w:val="00E23A8C"/>
    <w:rsid w:val="00E321F4"/>
    <w:rsid w:val="00E33C01"/>
    <w:rsid w:val="00E34DB8"/>
    <w:rsid w:val="00E35B0D"/>
    <w:rsid w:val="00E50EC1"/>
    <w:rsid w:val="00E609DA"/>
    <w:rsid w:val="00E61325"/>
    <w:rsid w:val="00E63C59"/>
    <w:rsid w:val="00E837E0"/>
    <w:rsid w:val="00EA079F"/>
    <w:rsid w:val="00EA2004"/>
    <w:rsid w:val="00EA3EDE"/>
    <w:rsid w:val="00EC1D5D"/>
    <w:rsid w:val="00EC65D8"/>
    <w:rsid w:val="00ED2416"/>
    <w:rsid w:val="00ED7A0F"/>
    <w:rsid w:val="00ED7FEC"/>
    <w:rsid w:val="00EF4AF2"/>
    <w:rsid w:val="00EF5783"/>
    <w:rsid w:val="00EF7C90"/>
    <w:rsid w:val="00F30CBF"/>
    <w:rsid w:val="00F42FA2"/>
    <w:rsid w:val="00F636E5"/>
    <w:rsid w:val="00FA1860"/>
    <w:rsid w:val="00FA2127"/>
    <w:rsid w:val="00FC1722"/>
    <w:rsid w:val="00FE1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5B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D6B4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0D6B48"/>
    <w:pPr>
      <w:tabs>
        <w:tab w:val="center" w:pos="4536"/>
        <w:tab w:val="right" w:pos="9072"/>
      </w:tabs>
      <w:ind w:left="-284"/>
    </w:pPr>
    <w:rPr>
      <w:rFonts w:ascii="Century Gothic" w:hAnsi="Century Gothic"/>
      <w:sz w:val="12"/>
    </w:rPr>
  </w:style>
  <w:style w:type="paragraph" w:customStyle="1" w:styleId="Absender">
    <w:name w:val="Absender"/>
    <w:rsid w:val="000D6B48"/>
    <w:pPr>
      <w:overflowPunct w:val="0"/>
      <w:autoSpaceDE w:val="0"/>
      <w:autoSpaceDN w:val="0"/>
      <w:adjustRightInd w:val="0"/>
      <w:spacing w:before="240" w:after="480" w:line="288" w:lineRule="exact"/>
      <w:ind w:left="5103"/>
      <w:jc w:val="center"/>
      <w:textAlignment w:val="baseline"/>
    </w:pPr>
    <w:rPr>
      <w:rFonts w:ascii="lettergothic" w:hAnsi="lettergothic"/>
      <w:sz w:val="24"/>
      <w:lang w:val="fr-FR" w:eastAsia="en-US"/>
    </w:rPr>
  </w:style>
  <w:style w:type="paragraph" w:customStyle="1" w:styleId="Initialen">
    <w:name w:val="Initialen"/>
    <w:basedOn w:val="Normal"/>
    <w:rsid w:val="000D6B48"/>
    <w:pPr>
      <w:ind w:left="4962"/>
    </w:pPr>
    <w:rPr>
      <w:sz w:val="18"/>
    </w:rPr>
  </w:style>
  <w:style w:type="paragraph" w:customStyle="1" w:styleId="Empfnger">
    <w:name w:val="Empfänger"/>
    <w:basedOn w:val="Normal"/>
    <w:rsid w:val="000D6B48"/>
    <w:pPr>
      <w:ind w:left="4962"/>
    </w:pPr>
  </w:style>
  <w:style w:type="paragraph" w:customStyle="1" w:styleId="Betreff">
    <w:name w:val="Betreff"/>
    <w:basedOn w:val="Normal"/>
    <w:rsid w:val="000D6B48"/>
    <w:pPr>
      <w:spacing w:before="240" w:after="480"/>
    </w:pPr>
    <w:rPr>
      <w:b/>
    </w:rPr>
  </w:style>
  <w:style w:type="paragraph" w:customStyle="1" w:styleId="A1">
    <w:name w:val="A1"/>
    <w:basedOn w:val="Normal"/>
    <w:rsid w:val="000D6B48"/>
    <w:pPr>
      <w:spacing w:after="240"/>
    </w:pPr>
  </w:style>
  <w:style w:type="paragraph" w:styleId="Signature">
    <w:name w:val="Signature"/>
    <w:basedOn w:val="Normal"/>
    <w:rsid w:val="000D6B48"/>
    <w:pPr>
      <w:ind w:left="4252"/>
    </w:pPr>
  </w:style>
  <w:style w:type="paragraph" w:customStyle="1" w:styleId="ko-fu">
    <w:name w:val="ko-fu"/>
    <w:basedOn w:val="Normal"/>
    <w:rsid w:val="000D6B48"/>
    <w:pPr>
      <w:ind w:left="-284"/>
    </w:pPr>
    <w:rPr>
      <w:rFonts w:ascii="Century Gothic" w:hAnsi="Century Gothic"/>
      <w:sz w:val="17"/>
    </w:rPr>
  </w:style>
  <w:style w:type="paragraph" w:customStyle="1" w:styleId="Ort">
    <w:name w:val="Ort"/>
    <w:rsid w:val="000D6B48"/>
    <w:pPr>
      <w:overflowPunct w:val="0"/>
      <w:autoSpaceDE w:val="0"/>
      <w:autoSpaceDN w:val="0"/>
      <w:adjustRightInd w:val="0"/>
      <w:spacing w:before="1080" w:after="1200" w:line="240" w:lineRule="exact"/>
      <w:ind w:left="5216"/>
      <w:textAlignment w:val="baseline"/>
    </w:pPr>
    <w:rPr>
      <w:rFonts w:ascii="lettergothic" w:hAnsi="lettergothic"/>
      <w:sz w:val="24"/>
      <w:lang w:val="de-DE" w:eastAsia="en-US"/>
    </w:rPr>
  </w:style>
  <w:style w:type="paragraph" w:styleId="Titre">
    <w:name w:val="Title"/>
    <w:basedOn w:val="Normal"/>
    <w:qFormat/>
    <w:rsid w:val="000D6B48"/>
    <w:pPr>
      <w:spacing w:after="480" w:line="240" w:lineRule="exact"/>
    </w:pPr>
    <w:rPr>
      <w:rFonts w:ascii="lettergothic" w:hAnsi="lettergothic"/>
      <w:b/>
      <w:i/>
      <w:caps/>
      <w:sz w:val="24"/>
      <w:u w:val="double"/>
      <w:lang w:val="de-DE"/>
    </w:rPr>
  </w:style>
  <w:style w:type="paragraph" w:customStyle="1" w:styleId="Abstzemit1zgAbst">
    <w:name w:val="Absätze mit 1zg Abst"/>
    <w:rsid w:val="000D6B48"/>
    <w:pPr>
      <w:overflowPunct w:val="0"/>
      <w:autoSpaceDE w:val="0"/>
      <w:autoSpaceDN w:val="0"/>
      <w:adjustRightInd w:val="0"/>
      <w:spacing w:after="240" w:line="312" w:lineRule="exact"/>
      <w:jc w:val="both"/>
      <w:textAlignment w:val="baseline"/>
    </w:pPr>
    <w:rPr>
      <w:rFonts w:ascii="lettergothic" w:hAnsi="lettergothic"/>
      <w:sz w:val="24"/>
      <w:lang w:val="de-DE" w:eastAsia="en-US"/>
    </w:rPr>
  </w:style>
  <w:style w:type="paragraph" w:styleId="Textedebulles">
    <w:name w:val="Balloon Text"/>
    <w:basedOn w:val="Normal"/>
    <w:semiHidden/>
    <w:rsid w:val="00EA3ED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5249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6C7274"/>
    <w:pPr>
      <w:numPr>
        <w:numId w:val="1"/>
      </w:numPr>
      <w:overflowPunct/>
      <w:autoSpaceDE/>
      <w:autoSpaceDN/>
      <w:adjustRightInd/>
      <w:textAlignment w:val="auto"/>
    </w:pPr>
    <w:rPr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887F39"/>
    <w:rPr>
      <w:rFonts w:ascii="Century Gothic" w:hAnsi="Century Gothic"/>
      <w:sz w:val="12"/>
      <w:lang w:val="fr-FR" w:eastAsia="en-US"/>
    </w:rPr>
  </w:style>
  <w:style w:type="paragraph" w:customStyle="1" w:styleId="sauv">
    <w:name w:val="sauv"/>
    <w:basedOn w:val="Pieddepage"/>
    <w:rsid w:val="00887F39"/>
    <w:pPr>
      <w:tabs>
        <w:tab w:val="clear" w:pos="4536"/>
        <w:tab w:val="clear" w:pos="9072"/>
        <w:tab w:val="left" w:pos="-57"/>
        <w:tab w:val="right" w:leader="underscore" w:pos="10149"/>
      </w:tabs>
      <w:overflowPunct/>
      <w:autoSpaceDE/>
      <w:autoSpaceDN/>
      <w:adjustRightInd/>
      <w:spacing w:after="80"/>
      <w:ind w:left="-567"/>
      <w:textAlignment w:val="auto"/>
    </w:pPr>
    <w:rPr>
      <w:rFonts w:ascii="Times New Roman" w:hAnsi="Times New Roman"/>
    </w:rPr>
  </w:style>
  <w:style w:type="character" w:styleId="Lienhypertexte">
    <w:name w:val="Hyperlink"/>
    <w:basedOn w:val="Policepardfaut"/>
    <w:rsid w:val="00C032F9"/>
    <w:rPr>
      <w:color w:val="0000FF"/>
      <w:u w:val="single"/>
    </w:rPr>
  </w:style>
  <w:style w:type="paragraph" w:customStyle="1" w:styleId="01entteetbasdepage">
    <w:name w:val="01_en_tête_et_bas_de_page"/>
    <w:qFormat/>
    <w:rsid w:val="006D5290"/>
    <w:pPr>
      <w:spacing w:line="220" w:lineRule="exact"/>
    </w:pPr>
    <w:rPr>
      <w:rFonts w:ascii="Arial" w:hAnsi="Arial"/>
      <w:sz w:val="16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5B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fr-FR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0D6B4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0D6B48"/>
    <w:pPr>
      <w:tabs>
        <w:tab w:val="center" w:pos="4536"/>
        <w:tab w:val="right" w:pos="9072"/>
      </w:tabs>
      <w:ind w:left="-284"/>
    </w:pPr>
    <w:rPr>
      <w:rFonts w:ascii="Century Gothic" w:hAnsi="Century Gothic"/>
      <w:sz w:val="12"/>
    </w:rPr>
  </w:style>
  <w:style w:type="paragraph" w:customStyle="1" w:styleId="Absender">
    <w:name w:val="Absender"/>
    <w:rsid w:val="000D6B48"/>
    <w:pPr>
      <w:overflowPunct w:val="0"/>
      <w:autoSpaceDE w:val="0"/>
      <w:autoSpaceDN w:val="0"/>
      <w:adjustRightInd w:val="0"/>
      <w:spacing w:before="240" w:after="480" w:line="288" w:lineRule="exact"/>
      <w:ind w:left="5103"/>
      <w:jc w:val="center"/>
      <w:textAlignment w:val="baseline"/>
    </w:pPr>
    <w:rPr>
      <w:rFonts w:ascii="lettergothic" w:hAnsi="lettergothic"/>
      <w:sz w:val="24"/>
      <w:lang w:val="fr-FR" w:eastAsia="en-US"/>
    </w:rPr>
  </w:style>
  <w:style w:type="paragraph" w:customStyle="1" w:styleId="Initialen">
    <w:name w:val="Initialen"/>
    <w:basedOn w:val="Normal"/>
    <w:rsid w:val="000D6B48"/>
    <w:pPr>
      <w:ind w:left="4962"/>
    </w:pPr>
    <w:rPr>
      <w:sz w:val="18"/>
    </w:rPr>
  </w:style>
  <w:style w:type="paragraph" w:customStyle="1" w:styleId="Empfnger">
    <w:name w:val="Empfänger"/>
    <w:basedOn w:val="Normal"/>
    <w:rsid w:val="000D6B48"/>
    <w:pPr>
      <w:ind w:left="4962"/>
    </w:pPr>
  </w:style>
  <w:style w:type="paragraph" w:customStyle="1" w:styleId="Betreff">
    <w:name w:val="Betreff"/>
    <w:basedOn w:val="Normal"/>
    <w:rsid w:val="000D6B48"/>
    <w:pPr>
      <w:spacing w:before="240" w:after="480"/>
    </w:pPr>
    <w:rPr>
      <w:b/>
    </w:rPr>
  </w:style>
  <w:style w:type="paragraph" w:customStyle="1" w:styleId="A1">
    <w:name w:val="A1"/>
    <w:basedOn w:val="Normal"/>
    <w:rsid w:val="000D6B48"/>
    <w:pPr>
      <w:spacing w:after="240"/>
    </w:pPr>
  </w:style>
  <w:style w:type="paragraph" w:styleId="Signature">
    <w:name w:val="Signature"/>
    <w:basedOn w:val="Normal"/>
    <w:rsid w:val="000D6B48"/>
    <w:pPr>
      <w:ind w:left="4252"/>
    </w:pPr>
  </w:style>
  <w:style w:type="paragraph" w:customStyle="1" w:styleId="ko-fu">
    <w:name w:val="ko-fu"/>
    <w:basedOn w:val="Normal"/>
    <w:rsid w:val="000D6B48"/>
    <w:pPr>
      <w:ind w:left="-284"/>
    </w:pPr>
    <w:rPr>
      <w:rFonts w:ascii="Century Gothic" w:hAnsi="Century Gothic"/>
      <w:sz w:val="17"/>
    </w:rPr>
  </w:style>
  <w:style w:type="paragraph" w:customStyle="1" w:styleId="Ort">
    <w:name w:val="Ort"/>
    <w:rsid w:val="000D6B48"/>
    <w:pPr>
      <w:overflowPunct w:val="0"/>
      <w:autoSpaceDE w:val="0"/>
      <w:autoSpaceDN w:val="0"/>
      <w:adjustRightInd w:val="0"/>
      <w:spacing w:before="1080" w:after="1200" w:line="240" w:lineRule="exact"/>
      <w:ind w:left="5216"/>
      <w:textAlignment w:val="baseline"/>
    </w:pPr>
    <w:rPr>
      <w:rFonts w:ascii="lettergothic" w:hAnsi="lettergothic"/>
      <w:sz w:val="24"/>
      <w:lang w:val="de-DE" w:eastAsia="en-US"/>
    </w:rPr>
  </w:style>
  <w:style w:type="paragraph" w:styleId="Titre">
    <w:name w:val="Title"/>
    <w:basedOn w:val="Normal"/>
    <w:qFormat/>
    <w:rsid w:val="000D6B48"/>
    <w:pPr>
      <w:spacing w:after="480" w:line="240" w:lineRule="exact"/>
    </w:pPr>
    <w:rPr>
      <w:rFonts w:ascii="lettergothic" w:hAnsi="lettergothic"/>
      <w:b/>
      <w:i/>
      <w:caps/>
      <w:sz w:val="24"/>
      <w:u w:val="double"/>
      <w:lang w:val="de-DE"/>
    </w:rPr>
  </w:style>
  <w:style w:type="paragraph" w:customStyle="1" w:styleId="Abstzemit1zgAbst">
    <w:name w:val="Absätze mit 1zg Abst"/>
    <w:rsid w:val="000D6B48"/>
    <w:pPr>
      <w:overflowPunct w:val="0"/>
      <w:autoSpaceDE w:val="0"/>
      <w:autoSpaceDN w:val="0"/>
      <w:adjustRightInd w:val="0"/>
      <w:spacing w:after="240" w:line="312" w:lineRule="exact"/>
      <w:jc w:val="both"/>
      <w:textAlignment w:val="baseline"/>
    </w:pPr>
    <w:rPr>
      <w:rFonts w:ascii="lettergothic" w:hAnsi="lettergothic"/>
      <w:sz w:val="24"/>
      <w:lang w:val="de-DE" w:eastAsia="en-US"/>
    </w:rPr>
  </w:style>
  <w:style w:type="paragraph" w:styleId="Textedebulles">
    <w:name w:val="Balloon Text"/>
    <w:basedOn w:val="Normal"/>
    <w:semiHidden/>
    <w:rsid w:val="00EA3ED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5249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uces">
    <w:name w:val="List Bullet"/>
    <w:basedOn w:val="Normal"/>
    <w:rsid w:val="006C7274"/>
    <w:pPr>
      <w:numPr>
        <w:numId w:val="1"/>
      </w:numPr>
      <w:overflowPunct/>
      <w:autoSpaceDE/>
      <w:autoSpaceDN/>
      <w:adjustRightInd/>
      <w:textAlignment w:val="auto"/>
    </w:pPr>
    <w:rPr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887F39"/>
    <w:rPr>
      <w:rFonts w:ascii="Century Gothic" w:hAnsi="Century Gothic"/>
      <w:sz w:val="12"/>
      <w:lang w:val="fr-FR" w:eastAsia="en-US"/>
    </w:rPr>
  </w:style>
  <w:style w:type="paragraph" w:customStyle="1" w:styleId="sauv">
    <w:name w:val="sauv"/>
    <w:basedOn w:val="Pieddepage"/>
    <w:rsid w:val="00887F39"/>
    <w:pPr>
      <w:tabs>
        <w:tab w:val="clear" w:pos="4536"/>
        <w:tab w:val="clear" w:pos="9072"/>
        <w:tab w:val="left" w:pos="-57"/>
        <w:tab w:val="right" w:leader="underscore" w:pos="10149"/>
      </w:tabs>
      <w:overflowPunct/>
      <w:autoSpaceDE/>
      <w:autoSpaceDN/>
      <w:adjustRightInd/>
      <w:spacing w:after="80"/>
      <w:ind w:left="-567"/>
      <w:textAlignment w:val="auto"/>
    </w:pPr>
    <w:rPr>
      <w:rFonts w:ascii="Times New Roman" w:hAnsi="Times New Roman"/>
    </w:rPr>
  </w:style>
  <w:style w:type="character" w:styleId="Lienhypertexte">
    <w:name w:val="Hyperlink"/>
    <w:basedOn w:val="Policepardfaut"/>
    <w:rsid w:val="00C032F9"/>
    <w:rPr>
      <w:color w:val="0000FF"/>
      <w:u w:val="single"/>
    </w:rPr>
  </w:style>
  <w:style w:type="paragraph" w:customStyle="1" w:styleId="01entteetbasdepage">
    <w:name w:val="01_en_tête_et_bas_de_page"/>
    <w:qFormat/>
    <w:rsid w:val="006D5290"/>
    <w:pPr>
      <w:spacing w:line="220" w:lineRule="exact"/>
    </w:pPr>
    <w:rPr>
      <w:rFonts w:ascii="Arial" w:hAnsi="Arial"/>
      <w:sz w:val="16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2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43d\Vorlagen\LET-fl-is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BFB82-386F-4F17-B613-3ACF7D79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LET-fl-iso</Template>
  <TotalTime>0</TotalTime>
  <Pages>1</Pages>
  <Words>213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de formation agricole et forestière</vt:lpstr>
    </vt:vector>
  </TitlesOfParts>
  <Company>Grangeneuve 1725 Posieux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de formation agricole et forestière</dc:title>
  <dc:creator>Elsbeth Brügger</dc:creator>
  <cp:lastModifiedBy>Bourquenoud Maxime</cp:lastModifiedBy>
  <cp:revision>2</cp:revision>
  <cp:lastPrinted>2017-03-17T14:44:00Z</cp:lastPrinted>
  <dcterms:created xsi:type="dcterms:W3CDTF">2017-08-25T13:46:00Z</dcterms:created>
  <dcterms:modified xsi:type="dcterms:W3CDTF">2017-08-25T13:46:00Z</dcterms:modified>
</cp:coreProperties>
</file>