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C1" w:rsidRDefault="002F593A">
      <w:r>
        <w:t>CFC</w:t>
      </w:r>
      <w:bookmarkStart w:id="0" w:name="_GoBack"/>
      <w:bookmarkEnd w:id="0"/>
    </w:p>
    <w:sectPr w:rsidR="00D40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FAC"/>
    <w:rsid w:val="002F593A"/>
    <w:rsid w:val="00851FAC"/>
    <w:rsid w:val="00D4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4B349BA5.dotm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>Etat de Fribourg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Guignard Olivier</dc:creator>
  <cp:keywords/>
  <dc:description/>
  <cp:lastModifiedBy>Guignard Olivier</cp:lastModifiedBy>
  <cp:revision>2</cp:revision>
  <dcterms:created xsi:type="dcterms:W3CDTF">2018-10-23T07:44:00Z</dcterms:created>
  <dcterms:modified xsi:type="dcterms:W3CDTF">2018-10-23T07:44:00Z</dcterms:modified>
</cp:coreProperties>
</file>